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03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0"/>
        <w:gridCol w:w="720"/>
        <w:gridCol w:w="6183"/>
      </w:tblGrid>
      <w:tr w:rsidR="00BD0C0B" w:rsidRPr="00E60F30" w14:paraId="2CFE229B" w14:textId="77777777" w:rsidTr="00C62BA2">
        <w:trPr>
          <w:trHeight w:val="4410"/>
        </w:trPr>
        <w:tc>
          <w:tcPr>
            <w:tcW w:w="3600" w:type="dxa"/>
          </w:tcPr>
          <w:p w14:paraId="1E98CD58" w14:textId="40F7B069" w:rsidR="00BD0C0B" w:rsidRDefault="00BD0C0B" w:rsidP="00BD0C0B">
            <w:pPr>
              <w:pStyle w:val="Nagwek3"/>
            </w:pPr>
            <w:r>
              <w:rPr>
                <w:noProof/>
              </w:rPr>
              <w:drawing>
                <wp:inline distT="0" distB="0" distL="0" distR="0" wp14:anchorId="79378CCD" wp14:editId="3666A979">
                  <wp:extent cx="2139950" cy="2448560"/>
                  <wp:effectExtent l="114300" t="95250" r="107950" b="104140"/>
                  <wp:docPr id="5" name="Obraz 5" descr="Obraz zawierający odzież, osoba, noszenie, przybranie głowy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az 5" descr="Obraz zawierający odzież, osoba, noszenie, przybranie głowy&#10;&#10;Opis wygenerowany automatycznie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1302267">
                            <a:off x="0" y="0"/>
                            <a:ext cx="2139950" cy="2448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0A6728" w14:textId="77777777" w:rsidR="00BD0C0B" w:rsidRDefault="00BD0C0B" w:rsidP="00BD0C0B">
            <w:r>
              <w:t>Ewa Makowska</w:t>
            </w:r>
          </w:p>
          <w:p w14:paraId="15246098" w14:textId="77777777" w:rsidR="00BD0C0B" w:rsidRDefault="00BD0C0B" w:rsidP="00BD0C0B">
            <w:r>
              <w:t>Henryka Sienkiewicza 8</w:t>
            </w:r>
          </w:p>
          <w:p w14:paraId="2F9A72BF" w14:textId="77777777" w:rsidR="00BD0C0B" w:rsidRDefault="00BD0C0B" w:rsidP="00BD0C0B">
            <w:r>
              <w:t>16-503 Krasnopol</w:t>
            </w:r>
          </w:p>
          <w:p w14:paraId="5330E6D2" w14:textId="77777777" w:rsidR="00BD0C0B" w:rsidRDefault="00BD0C0B" w:rsidP="00BD0C0B"/>
          <w:sdt>
            <w:sdtPr>
              <w:id w:val="-1954003311"/>
              <w:placeholder>
                <w:docPart w:val="D7E4014157974FF8978B1AFD44A40DA3"/>
              </w:placeholder>
              <w:temporary/>
              <w:showingPlcHdr/>
              <w15:appearance w15:val="hidden"/>
            </w:sdtPr>
            <w:sdtContent>
              <w:p w14:paraId="1613F38A" w14:textId="77777777" w:rsidR="00BD0C0B" w:rsidRPr="00CB0055" w:rsidRDefault="00BD0C0B" w:rsidP="00BD0C0B">
                <w:pPr>
                  <w:pStyle w:val="Nagwek3"/>
                </w:pPr>
                <w:r w:rsidRPr="00CB0055">
                  <w:rPr>
                    <w:lang w:bidi="pl-PL"/>
                  </w:rPr>
                  <w:t>Kontakt</w:t>
                </w:r>
              </w:p>
            </w:sdtContent>
          </w:sdt>
          <w:sdt>
            <w:sdtPr>
              <w:id w:val="1111563247"/>
              <w:placeholder>
                <w:docPart w:val="E3468B0BB4334AAEBCDA4788F3146E56"/>
              </w:placeholder>
              <w:temporary/>
              <w:showingPlcHdr/>
              <w15:appearance w15:val="hidden"/>
            </w:sdtPr>
            <w:sdtContent>
              <w:p w14:paraId="1672A22B" w14:textId="77777777" w:rsidR="00BD0C0B" w:rsidRDefault="00BD0C0B" w:rsidP="00BD0C0B">
                <w:r w:rsidRPr="004D3011">
                  <w:rPr>
                    <w:lang w:bidi="pl-PL"/>
                  </w:rPr>
                  <w:t>TELEFON:</w:t>
                </w:r>
              </w:p>
            </w:sdtContent>
          </w:sdt>
          <w:p w14:paraId="46C40577" w14:textId="77777777" w:rsidR="00BD0C0B" w:rsidRDefault="00BD0C0B" w:rsidP="00BD0C0B">
            <w:r>
              <w:t>731972324</w:t>
            </w:r>
          </w:p>
          <w:p w14:paraId="691288C2" w14:textId="77777777" w:rsidR="00BD0C0B" w:rsidRDefault="00BD0C0B" w:rsidP="00BD0C0B"/>
          <w:sdt>
            <w:sdtPr>
              <w:id w:val="-240260293"/>
              <w:placeholder>
                <w:docPart w:val="5B8DC275307549AA889481B05B518040"/>
              </w:placeholder>
              <w:temporary/>
              <w:showingPlcHdr/>
              <w15:appearance w15:val="hidden"/>
            </w:sdtPr>
            <w:sdtContent>
              <w:p w14:paraId="07157537" w14:textId="77777777" w:rsidR="00BD0C0B" w:rsidRDefault="00BD0C0B" w:rsidP="00BD0C0B">
                <w:r w:rsidRPr="004D3011">
                  <w:rPr>
                    <w:lang w:bidi="pl-PL"/>
                  </w:rPr>
                  <w:t>ADRES E-MAIL:</w:t>
                </w:r>
              </w:p>
            </w:sdtContent>
          </w:sdt>
          <w:p w14:paraId="5D3E6052" w14:textId="77777777" w:rsidR="00BD0C0B" w:rsidRPr="00E4381A" w:rsidRDefault="00BD0C0B" w:rsidP="00BD0C0B">
            <w:pPr>
              <w:rPr>
                <w:rStyle w:val="Hipercze"/>
              </w:rPr>
            </w:pPr>
            <w:r>
              <w:t>ewamakowska90@gmail.com</w:t>
            </w:r>
          </w:p>
          <w:sdt>
            <w:sdtPr>
              <w:id w:val="-1444214663"/>
              <w:placeholder>
                <w:docPart w:val="3F30662E0FD94606B4759966A8985CFD"/>
              </w:placeholder>
              <w:temporary/>
              <w:showingPlcHdr/>
              <w15:appearance w15:val="hidden"/>
            </w:sdtPr>
            <w:sdtContent>
              <w:p w14:paraId="3D022379" w14:textId="77777777" w:rsidR="00BD0C0B" w:rsidRPr="0088639D" w:rsidRDefault="00BD0C0B" w:rsidP="00BD0C0B">
                <w:pPr>
                  <w:pStyle w:val="Nagwek3"/>
                </w:pPr>
                <w:r w:rsidRPr="0088639D">
                  <w:rPr>
                    <w:lang w:bidi="pl-PL"/>
                  </w:rPr>
                  <w:t>Hobby</w:t>
                </w:r>
              </w:p>
            </w:sdtContent>
          </w:sdt>
          <w:p w14:paraId="1617B233" w14:textId="77777777" w:rsidR="00BD0C0B" w:rsidRPr="00575FAA" w:rsidRDefault="00BD0C0B" w:rsidP="00BD0C0B">
            <w:r>
              <w:t xml:space="preserve">Taniec </w:t>
            </w:r>
          </w:p>
          <w:p w14:paraId="0A1B41C2" w14:textId="77777777" w:rsidR="00265D7B" w:rsidRDefault="00BD0C0B" w:rsidP="00BD0C0B">
            <w:r>
              <w:t>Fitness</w:t>
            </w:r>
          </w:p>
          <w:p w14:paraId="261C0ED1" w14:textId="5E234502" w:rsidR="00BD0C0B" w:rsidRPr="00575FAA" w:rsidRDefault="00BD0C0B" w:rsidP="00BD0C0B">
            <w:r>
              <w:t>sporty walki</w:t>
            </w:r>
          </w:p>
          <w:p w14:paraId="1D713BEC" w14:textId="52B675C2" w:rsidR="00BD0C0B" w:rsidRDefault="00BD0C0B" w:rsidP="00BD0C0B">
            <w:r>
              <w:t>Czytanie książek</w:t>
            </w:r>
          </w:p>
          <w:p w14:paraId="3CD07BDA" w14:textId="23602561" w:rsidR="00265D7B" w:rsidRDefault="00265D7B" w:rsidP="00BD0C0B">
            <w:r>
              <w:t>Podróże</w:t>
            </w:r>
          </w:p>
          <w:p w14:paraId="3A86B3A3" w14:textId="5CA63870" w:rsidR="00265D7B" w:rsidRDefault="00265D7B" w:rsidP="00BD0C0B"/>
          <w:p w14:paraId="0EF997FF" w14:textId="5D93B99E" w:rsidR="00265D7B" w:rsidRPr="00265D7B" w:rsidRDefault="00265D7B" w:rsidP="00265D7B">
            <w:pPr>
              <w:keepNext/>
              <w:keepLines/>
              <w:spacing w:before="240" w:after="120"/>
              <w:outlineLvl w:val="2"/>
              <w:rPr>
                <w:rFonts w:ascii="Times New Roman" w:eastAsia="Lucida Sans Unicode" w:hAnsi="Times New Roman" w:cs="Times New Roman"/>
                <w:bCs/>
                <w:caps/>
                <w:color w:val="548AB7" w:themeColor="accent1" w:themeShade="BF"/>
                <w:sz w:val="24"/>
                <w:szCs w:val="24"/>
              </w:rPr>
            </w:pPr>
          </w:p>
          <w:p w14:paraId="6FCFF61A" w14:textId="77777777" w:rsidR="00265D7B" w:rsidRDefault="00265D7B" w:rsidP="00BD0C0B"/>
          <w:p w14:paraId="2BFA6D43" w14:textId="77777777" w:rsidR="00265D7B" w:rsidRDefault="00265D7B" w:rsidP="00BD0C0B"/>
          <w:p w14:paraId="59C2482D" w14:textId="0A3C3D87" w:rsidR="00BD0C0B" w:rsidRPr="00BD0C0B" w:rsidRDefault="00BD0C0B" w:rsidP="00BD0C0B">
            <w:pPr>
              <w:pStyle w:val="Nagwek3"/>
              <w:rPr>
                <w:rFonts w:asciiTheme="minorHAnsi" w:eastAsiaTheme="minorEastAsia" w:hAnsiTheme="minorHAnsi" w:cstheme="minorBidi"/>
                <w:b w:val="0"/>
                <w:caps w:val="0"/>
                <w:color w:val="auto"/>
                <w:sz w:val="18"/>
                <w:szCs w:val="22"/>
              </w:rPr>
            </w:pPr>
          </w:p>
        </w:tc>
        <w:tc>
          <w:tcPr>
            <w:tcW w:w="720" w:type="dxa"/>
          </w:tcPr>
          <w:p w14:paraId="0D57BC85" w14:textId="77777777" w:rsidR="00BD0C0B" w:rsidRDefault="00BD0C0B" w:rsidP="00BD0C0B">
            <w:pPr>
              <w:tabs>
                <w:tab w:val="left" w:pos="990"/>
              </w:tabs>
            </w:pPr>
          </w:p>
        </w:tc>
        <w:tc>
          <w:tcPr>
            <w:tcW w:w="6183" w:type="dxa"/>
            <w:vAlign w:val="bottom"/>
          </w:tcPr>
          <w:p w14:paraId="79E7E971" w14:textId="18ED7D00" w:rsidR="00BD0C0B" w:rsidRPr="002B4315" w:rsidRDefault="00BD0C0B" w:rsidP="00BD0C0B">
            <w:pPr>
              <w:pStyle w:val="Tytu"/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EWa Makowska</w:t>
            </w:r>
          </w:p>
          <w:p w14:paraId="2823918D" w14:textId="636721F7" w:rsidR="00BD0C0B" w:rsidRPr="002B4315" w:rsidRDefault="00BD0C0B" w:rsidP="00BD0C0B">
            <w:pPr>
              <w:pStyle w:val="Nagwek2"/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Instruktor /Nauczyciel tańca</w:t>
            </w:r>
          </w:p>
          <w:p w14:paraId="1974F4F0" w14:textId="77777777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WYKSZTAŁCENIE:</w:t>
            </w:r>
          </w:p>
          <w:p w14:paraId="2F1DE882" w14:textId="77777777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 xml:space="preserve">Uniwersytet im. Adama Mickiewicza w Poznaniu </w:t>
            </w:r>
          </w:p>
          <w:p w14:paraId="296D8192" w14:textId="77777777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2009 – 2014</w:t>
            </w:r>
          </w:p>
          <w:p w14:paraId="6910764F" w14:textId="77777777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socjologia-studia magisterskie</w:t>
            </w:r>
          </w:p>
          <w:p w14:paraId="37979E59" w14:textId="77777777" w:rsidR="00BD0C0B" w:rsidRPr="002B4315" w:rsidRDefault="00BD0C0B" w:rsidP="00BD0C0B">
            <w:pPr>
              <w:rPr>
                <w:sz w:val="16"/>
                <w:szCs w:val="16"/>
              </w:rPr>
            </w:pPr>
          </w:p>
          <w:p w14:paraId="4EA29A84" w14:textId="77777777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 xml:space="preserve">Wielkopolska Wyższa Szkoła Społeczno-Ekonomiczna w Środzie </w:t>
            </w:r>
            <w:r w:rsidRPr="002B4315">
              <w:rPr>
                <w:sz w:val="16"/>
                <w:szCs w:val="16"/>
              </w:rPr>
              <w:tab/>
            </w:r>
            <w:r w:rsidRPr="002B4315">
              <w:rPr>
                <w:sz w:val="16"/>
                <w:szCs w:val="16"/>
              </w:rPr>
              <w:tab/>
            </w:r>
            <w:r w:rsidRPr="002B4315">
              <w:rPr>
                <w:sz w:val="16"/>
                <w:szCs w:val="16"/>
              </w:rPr>
              <w:tab/>
            </w:r>
            <w:r w:rsidRPr="002B4315">
              <w:rPr>
                <w:sz w:val="16"/>
                <w:szCs w:val="16"/>
              </w:rPr>
              <w:tab/>
              <w:t>Wielkopolskiej</w:t>
            </w:r>
          </w:p>
          <w:p w14:paraId="4F0EA028" w14:textId="77777777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2016 – 2017</w:t>
            </w:r>
          </w:p>
          <w:p w14:paraId="7A846807" w14:textId="77777777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Przygotowanie pedagogiczne- studia podyplomowe</w:t>
            </w:r>
          </w:p>
          <w:p w14:paraId="444D4DA9" w14:textId="77777777" w:rsidR="00BD0C0B" w:rsidRPr="002B4315" w:rsidRDefault="00BD0C0B" w:rsidP="00BD0C0B">
            <w:pPr>
              <w:rPr>
                <w:sz w:val="16"/>
                <w:szCs w:val="16"/>
              </w:rPr>
            </w:pPr>
          </w:p>
          <w:p w14:paraId="15075337" w14:textId="6850316B" w:rsidR="00BD0C0B" w:rsidRPr="002B4315" w:rsidRDefault="00BD0C0B" w:rsidP="00BD0C0B">
            <w:pPr>
              <w:rPr>
                <w:b/>
                <w:bCs/>
                <w:sz w:val="16"/>
                <w:szCs w:val="16"/>
              </w:rPr>
            </w:pPr>
            <w:r w:rsidRPr="002B4315">
              <w:rPr>
                <w:b/>
                <w:bCs/>
                <w:sz w:val="16"/>
                <w:szCs w:val="16"/>
              </w:rPr>
              <w:t>DOŚWIADCZENIE ZAWODOWE:</w:t>
            </w:r>
          </w:p>
          <w:p w14:paraId="6784B4BA" w14:textId="77777777" w:rsidR="002B4315" w:rsidRPr="002B4315" w:rsidRDefault="002B4315" w:rsidP="00BD0C0B">
            <w:pPr>
              <w:rPr>
                <w:sz w:val="16"/>
                <w:szCs w:val="16"/>
              </w:rPr>
            </w:pPr>
          </w:p>
          <w:p w14:paraId="01A49DA7" w14:textId="3D05D7BE" w:rsidR="00BD0C0B" w:rsidRPr="002B4315" w:rsidRDefault="002B4315" w:rsidP="00BD0C0B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BD0C0B" w:rsidRPr="002B4315">
              <w:rPr>
                <w:b/>
                <w:bCs/>
                <w:sz w:val="16"/>
                <w:szCs w:val="16"/>
              </w:rPr>
              <w:t xml:space="preserve">MMDANCE </w:t>
            </w:r>
            <w:proofErr w:type="gramStart"/>
            <w:r w:rsidR="00BD0C0B" w:rsidRPr="002B4315">
              <w:rPr>
                <w:b/>
                <w:bCs/>
                <w:sz w:val="16"/>
                <w:szCs w:val="16"/>
              </w:rPr>
              <w:t>STUDIO  Instruktor</w:t>
            </w:r>
            <w:proofErr w:type="gramEnd"/>
            <w:r w:rsidR="00BD0C0B" w:rsidRPr="002B4315">
              <w:rPr>
                <w:b/>
                <w:bCs/>
                <w:sz w:val="16"/>
                <w:szCs w:val="16"/>
              </w:rPr>
              <w:t xml:space="preserve"> tańca</w:t>
            </w:r>
          </w:p>
          <w:p w14:paraId="2340AF37" w14:textId="77777777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2012–2020</w:t>
            </w:r>
          </w:p>
          <w:p w14:paraId="038E9685" w14:textId="77777777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Instruktor tańca nowoczesnego i klasycznego dla dzieci od 3 roku życia</w:t>
            </w:r>
          </w:p>
          <w:p w14:paraId="10311A83" w14:textId="3AABBC6F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 xml:space="preserve">Instruktor hip </w:t>
            </w:r>
            <w:proofErr w:type="spellStart"/>
            <w:r w:rsidRPr="002B4315">
              <w:rPr>
                <w:sz w:val="16"/>
                <w:szCs w:val="16"/>
              </w:rPr>
              <w:t>hopu</w:t>
            </w:r>
            <w:proofErr w:type="spellEnd"/>
            <w:r w:rsidRPr="002B4315">
              <w:rPr>
                <w:sz w:val="16"/>
                <w:szCs w:val="16"/>
              </w:rPr>
              <w:t xml:space="preserve"> – formacja turniejowa Power Girls</w:t>
            </w:r>
          </w:p>
          <w:p w14:paraId="6968B92D" w14:textId="7C6A8B79" w:rsidR="005C280F" w:rsidRPr="002B4315" w:rsidRDefault="005C280F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Instruktor tańca klasycznego dla dzieci od 3 do 12 roku życia</w:t>
            </w:r>
          </w:p>
          <w:p w14:paraId="21F038F9" w14:textId="7400CA2C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 xml:space="preserve"> </w:t>
            </w:r>
            <w:r w:rsidRPr="002B4315">
              <w:rPr>
                <w:b/>
                <w:bCs/>
                <w:sz w:val="16"/>
                <w:szCs w:val="16"/>
              </w:rPr>
              <w:t>Euforia Dance Studio- Instruktor tańca</w:t>
            </w:r>
          </w:p>
          <w:p w14:paraId="17C65C4F" w14:textId="77777777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2013–2014</w:t>
            </w:r>
          </w:p>
          <w:p w14:paraId="2FD010DA" w14:textId="77777777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Instruktor tańca nowoczesnego -od 3 do 12 roku życia</w:t>
            </w:r>
          </w:p>
          <w:p w14:paraId="5C233FFA" w14:textId="77777777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Instruktor hip hop – dzieci i młodzież</w:t>
            </w:r>
          </w:p>
          <w:p w14:paraId="4F5A5048" w14:textId="77777777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 xml:space="preserve">Instruktor high </w:t>
            </w:r>
            <w:proofErr w:type="spellStart"/>
            <w:r w:rsidRPr="002B4315">
              <w:rPr>
                <w:sz w:val="16"/>
                <w:szCs w:val="16"/>
              </w:rPr>
              <w:t>heel</w:t>
            </w:r>
            <w:proofErr w:type="spellEnd"/>
            <w:r w:rsidRPr="002B4315">
              <w:rPr>
                <w:sz w:val="16"/>
                <w:szCs w:val="16"/>
              </w:rPr>
              <w:t xml:space="preserve"> / sexy dance -kobiety powyżej 18 roku życia </w:t>
            </w:r>
          </w:p>
          <w:p w14:paraId="20F3E3CD" w14:textId="77777777" w:rsidR="00BD0C0B" w:rsidRPr="002B4315" w:rsidRDefault="00BD0C0B" w:rsidP="00BD0C0B">
            <w:pPr>
              <w:rPr>
                <w:b/>
                <w:bCs/>
                <w:sz w:val="16"/>
                <w:szCs w:val="16"/>
              </w:rPr>
            </w:pPr>
            <w:r w:rsidRPr="002B4315">
              <w:rPr>
                <w:b/>
                <w:bCs/>
                <w:sz w:val="16"/>
                <w:szCs w:val="16"/>
              </w:rPr>
              <w:t xml:space="preserve">ACTIVUS </w:t>
            </w:r>
            <w:proofErr w:type="gramStart"/>
            <w:r w:rsidRPr="002B4315">
              <w:rPr>
                <w:b/>
                <w:bCs/>
                <w:sz w:val="16"/>
                <w:szCs w:val="16"/>
              </w:rPr>
              <w:t>-  Instruktor</w:t>
            </w:r>
            <w:proofErr w:type="gramEnd"/>
            <w:r w:rsidRPr="002B4315">
              <w:rPr>
                <w:b/>
                <w:bCs/>
                <w:sz w:val="16"/>
                <w:szCs w:val="16"/>
              </w:rPr>
              <w:t xml:space="preserve"> tańca</w:t>
            </w:r>
          </w:p>
          <w:p w14:paraId="4776F35C" w14:textId="18815620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2014–2020</w:t>
            </w:r>
          </w:p>
          <w:p w14:paraId="34D1C9D7" w14:textId="23224D75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 xml:space="preserve">Instruktor tańca nowoczesnego </w:t>
            </w:r>
          </w:p>
          <w:p w14:paraId="3962D9A1" w14:textId="1B80679E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Instruktor tańca dla dzieci w wieku przedszkolnym w placówkach prywatnych i publicznych:</w:t>
            </w:r>
          </w:p>
          <w:p w14:paraId="2813D804" w14:textId="433D768A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Szkółka Małego dziecka na Murawie (2018-2020)</w:t>
            </w:r>
          </w:p>
          <w:p w14:paraId="21E59757" w14:textId="4373D230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Szkółka Małego dziecka Skórzewo (2018-2019)</w:t>
            </w:r>
          </w:p>
          <w:p w14:paraId="44987A59" w14:textId="6ABF223D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 xml:space="preserve">Przedszkole niepubliczne Chatka </w:t>
            </w:r>
            <w:proofErr w:type="gramStart"/>
            <w:r w:rsidRPr="002B4315">
              <w:rPr>
                <w:sz w:val="16"/>
                <w:szCs w:val="16"/>
              </w:rPr>
              <w:t>Kajtka(</w:t>
            </w:r>
            <w:proofErr w:type="gramEnd"/>
            <w:r w:rsidRPr="002B4315">
              <w:rPr>
                <w:sz w:val="16"/>
                <w:szCs w:val="16"/>
              </w:rPr>
              <w:t>2018-2020)</w:t>
            </w:r>
          </w:p>
          <w:p w14:paraId="27350775" w14:textId="503B6C93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 xml:space="preserve">Przedszkole niepubliczne Chatka </w:t>
            </w:r>
            <w:proofErr w:type="gramStart"/>
            <w:r w:rsidRPr="002B4315">
              <w:rPr>
                <w:sz w:val="16"/>
                <w:szCs w:val="16"/>
              </w:rPr>
              <w:t>Puchatka(</w:t>
            </w:r>
            <w:proofErr w:type="gramEnd"/>
            <w:r w:rsidRPr="002B4315">
              <w:rPr>
                <w:sz w:val="16"/>
                <w:szCs w:val="16"/>
              </w:rPr>
              <w:t>2018-2020)</w:t>
            </w:r>
          </w:p>
          <w:p w14:paraId="192B99E6" w14:textId="77777777" w:rsidR="00BD0C0B" w:rsidRPr="002B4315" w:rsidRDefault="00BD0C0B" w:rsidP="00BD0C0B">
            <w:pPr>
              <w:rPr>
                <w:b/>
                <w:bCs/>
                <w:sz w:val="16"/>
                <w:szCs w:val="16"/>
              </w:rPr>
            </w:pPr>
            <w:r w:rsidRPr="002B4315">
              <w:rPr>
                <w:b/>
                <w:bCs/>
                <w:sz w:val="16"/>
                <w:szCs w:val="16"/>
              </w:rPr>
              <w:t>Szkoła Tańca i Ruchu Twister</w:t>
            </w:r>
          </w:p>
          <w:p w14:paraId="38BBC07B" w14:textId="77777777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2014-2014</w:t>
            </w:r>
          </w:p>
          <w:p w14:paraId="15D403CE" w14:textId="77777777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 xml:space="preserve">Dance </w:t>
            </w:r>
            <w:proofErr w:type="spellStart"/>
            <w:r w:rsidRPr="002B4315">
              <w:rPr>
                <w:sz w:val="16"/>
                <w:szCs w:val="16"/>
              </w:rPr>
              <w:t>Arerobic</w:t>
            </w:r>
            <w:proofErr w:type="spellEnd"/>
            <w:r w:rsidRPr="002B4315">
              <w:rPr>
                <w:sz w:val="16"/>
                <w:szCs w:val="16"/>
              </w:rPr>
              <w:t>/ Zumba</w:t>
            </w:r>
          </w:p>
          <w:p w14:paraId="5A401CF9" w14:textId="77777777" w:rsidR="00BD0C0B" w:rsidRPr="002B4315" w:rsidRDefault="00BD0C0B" w:rsidP="00BD0C0B">
            <w:pPr>
              <w:rPr>
                <w:b/>
                <w:bCs/>
                <w:sz w:val="16"/>
                <w:szCs w:val="16"/>
              </w:rPr>
            </w:pPr>
            <w:r w:rsidRPr="002B4315">
              <w:rPr>
                <w:b/>
                <w:bCs/>
                <w:sz w:val="16"/>
                <w:szCs w:val="16"/>
              </w:rPr>
              <w:t>Szkoła Tańca Poezja</w:t>
            </w:r>
          </w:p>
          <w:p w14:paraId="68A45971" w14:textId="77777777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2014-2017</w:t>
            </w:r>
          </w:p>
          <w:p w14:paraId="04083951" w14:textId="49D05B6F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 xml:space="preserve">Instruktor tańca dzieci w wieku przedszkolnym w przedszkolu nr 2 w </w:t>
            </w:r>
            <w:proofErr w:type="gramStart"/>
            <w:r w:rsidRPr="002B4315">
              <w:rPr>
                <w:sz w:val="16"/>
                <w:szCs w:val="16"/>
              </w:rPr>
              <w:t>Kościanie</w:t>
            </w:r>
            <w:r w:rsidR="00A10DF9" w:rsidRPr="002B4315">
              <w:rPr>
                <w:sz w:val="16"/>
                <w:szCs w:val="16"/>
              </w:rPr>
              <w:t>( 2014</w:t>
            </w:r>
            <w:proofErr w:type="gramEnd"/>
            <w:r w:rsidR="00A10DF9" w:rsidRPr="002B4315">
              <w:rPr>
                <w:sz w:val="16"/>
                <w:szCs w:val="16"/>
              </w:rPr>
              <w:t>-2015)</w:t>
            </w:r>
          </w:p>
          <w:p w14:paraId="1913CC1D" w14:textId="278A37AC" w:rsidR="0088639D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 xml:space="preserve">Instruktor formacji tanecznej </w:t>
            </w:r>
            <w:proofErr w:type="spellStart"/>
            <w:r w:rsidRPr="002B4315">
              <w:rPr>
                <w:sz w:val="16"/>
                <w:szCs w:val="16"/>
              </w:rPr>
              <w:t>dancehall</w:t>
            </w:r>
            <w:proofErr w:type="spellEnd"/>
            <w:r w:rsidR="0088639D" w:rsidRPr="002B4315">
              <w:rPr>
                <w:sz w:val="16"/>
                <w:szCs w:val="16"/>
              </w:rPr>
              <w:t xml:space="preserve"> </w:t>
            </w:r>
          </w:p>
          <w:p w14:paraId="6A5EAB5C" w14:textId="77777777" w:rsidR="00BD0C0B" w:rsidRPr="002B4315" w:rsidRDefault="00BD0C0B" w:rsidP="00BD0C0B">
            <w:pPr>
              <w:rPr>
                <w:b/>
                <w:bCs/>
                <w:sz w:val="16"/>
                <w:szCs w:val="16"/>
              </w:rPr>
            </w:pPr>
            <w:r w:rsidRPr="002B4315">
              <w:rPr>
                <w:b/>
                <w:bCs/>
                <w:sz w:val="16"/>
                <w:szCs w:val="16"/>
              </w:rPr>
              <w:t>Szkoła Tańca Prestiż</w:t>
            </w:r>
          </w:p>
          <w:p w14:paraId="4ADE1183" w14:textId="77777777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2014-2020</w:t>
            </w:r>
          </w:p>
          <w:p w14:paraId="1E92EAC0" w14:textId="77777777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Instruktor tańca dzieci w wieku przedszkolnym:</w:t>
            </w:r>
          </w:p>
          <w:p w14:paraId="2A2987E7" w14:textId="4045FEB3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Przedszkole 65</w:t>
            </w:r>
            <w:r w:rsidR="00A10DF9" w:rsidRPr="002B4315">
              <w:rPr>
                <w:sz w:val="16"/>
                <w:szCs w:val="16"/>
              </w:rPr>
              <w:t>(2014-2020)</w:t>
            </w:r>
          </w:p>
          <w:p w14:paraId="06B54056" w14:textId="4B5AFEC6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Przedszkole 113</w:t>
            </w:r>
            <w:r w:rsidR="00A10DF9" w:rsidRPr="002B4315">
              <w:rPr>
                <w:sz w:val="16"/>
                <w:szCs w:val="16"/>
              </w:rPr>
              <w:t>(2014-2019)</w:t>
            </w:r>
          </w:p>
          <w:p w14:paraId="627CA5A4" w14:textId="02975225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Przedszkole 119</w:t>
            </w:r>
            <w:r w:rsidR="00A10DF9" w:rsidRPr="002B4315">
              <w:rPr>
                <w:sz w:val="16"/>
                <w:szCs w:val="16"/>
              </w:rPr>
              <w:t>(2015-2016)</w:t>
            </w:r>
          </w:p>
          <w:p w14:paraId="4001B011" w14:textId="6B781501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Przedszkole 140</w:t>
            </w:r>
            <w:r w:rsidR="00A10DF9" w:rsidRPr="002B4315">
              <w:rPr>
                <w:sz w:val="16"/>
                <w:szCs w:val="16"/>
              </w:rPr>
              <w:t>(2014-2015)</w:t>
            </w:r>
          </w:p>
          <w:p w14:paraId="7633FA8A" w14:textId="5AD3352F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Przedszkole 175</w:t>
            </w:r>
            <w:r w:rsidR="00A10DF9" w:rsidRPr="002B4315">
              <w:rPr>
                <w:sz w:val="16"/>
                <w:szCs w:val="16"/>
              </w:rPr>
              <w:t>(2014-2020)</w:t>
            </w:r>
          </w:p>
          <w:p w14:paraId="1075E23D" w14:textId="0A089E24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Przedszkole 185</w:t>
            </w:r>
            <w:r w:rsidR="00A10DF9" w:rsidRPr="002B4315">
              <w:rPr>
                <w:sz w:val="16"/>
                <w:szCs w:val="16"/>
              </w:rPr>
              <w:t>(2014-2020)</w:t>
            </w:r>
          </w:p>
          <w:p w14:paraId="7CA5477A" w14:textId="09382D9B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Przedszkole 181</w:t>
            </w:r>
            <w:r w:rsidR="00A10DF9" w:rsidRPr="002B4315">
              <w:rPr>
                <w:sz w:val="16"/>
                <w:szCs w:val="16"/>
              </w:rPr>
              <w:t>(2019-2020)</w:t>
            </w:r>
          </w:p>
          <w:p w14:paraId="1A6B6FB4" w14:textId="74CA4B3F" w:rsidR="00BD0C0B" w:rsidRPr="002B4315" w:rsidRDefault="00BD0C0B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Przedszkole 180</w:t>
            </w:r>
            <w:r w:rsidR="00A10DF9" w:rsidRPr="002B4315">
              <w:rPr>
                <w:sz w:val="16"/>
                <w:szCs w:val="16"/>
              </w:rPr>
              <w:t>-(2014-2020)</w:t>
            </w:r>
          </w:p>
          <w:p w14:paraId="0FB5A408" w14:textId="6D398025" w:rsidR="00A10DF9" w:rsidRPr="002B4315" w:rsidRDefault="00A10DF9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 xml:space="preserve">Czarodziejski Zamek </w:t>
            </w:r>
            <w:proofErr w:type="gramStart"/>
            <w:r w:rsidRPr="002B4315">
              <w:rPr>
                <w:sz w:val="16"/>
                <w:szCs w:val="16"/>
              </w:rPr>
              <w:t>Luboń(</w:t>
            </w:r>
            <w:proofErr w:type="gramEnd"/>
            <w:r w:rsidRPr="002B4315">
              <w:rPr>
                <w:sz w:val="16"/>
                <w:szCs w:val="16"/>
              </w:rPr>
              <w:t>2015-2018)</w:t>
            </w:r>
          </w:p>
          <w:p w14:paraId="3DD147E4" w14:textId="44A0CD49" w:rsidR="00A10DF9" w:rsidRPr="002B4315" w:rsidRDefault="00A10DF9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 xml:space="preserve">Czarodziejski Zamek </w:t>
            </w:r>
            <w:proofErr w:type="spellStart"/>
            <w:proofErr w:type="gramStart"/>
            <w:r w:rsidRPr="002B4315">
              <w:rPr>
                <w:sz w:val="16"/>
                <w:szCs w:val="16"/>
              </w:rPr>
              <w:t>Puszcykowo</w:t>
            </w:r>
            <w:proofErr w:type="spellEnd"/>
            <w:r w:rsidRPr="002B4315">
              <w:rPr>
                <w:sz w:val="16"/>
                <w:szCs w:val="16"/>
              </w:rPr>
              <w:t>(</w:t>
            </w:r>
            <w:proofErr w:type="gramEnd"/>
            <w:r w:rsidRPr="002B4315">
              <w:rPr>
                <w:sz w:val="16"/>
                <w:szCs w:val="16"/>
              </w:rPr>
              <w:t>2015-2019)</w:t>
            </w:r>
          </w:p>
          <w:p w14:paraId="67F04634" w14:textId="30A59CEE" w:rsidR="00A10DF9" w:rsidRPr="002B4315" w:rsidRDefault="00A10DF9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 xml:space="preserve">Przedszkole terapeutyczne </w:t>
            </w:r>
            <w:proofErr w:type="gramStart"/>
            <w:r w:rsidRPr="002B4315">
              <w:rPr>
                <w:sz w:val="16"/>
                <w:szCs w:val="16"/>
              </w:rPr>
              <w:t>Miś(</w:t>
            </w:r>
            <w:proofErr w:type="gramEnd"/>
            <w:r w:rsidRPr="002B4315">
              <w:rPr>
                <w:sz w:val="16"/>
                <w:szCs w:val="16"/>
              </w:rPr>
              <w:t>2019-2020)</w:t>
            </w:r>
          </w:p>
          <w:p w14:paraId="5C823432" w14:textId="7C8691BB" w:rsidR="00881534" w:rsidRPr="002B4315" w:rsidRDefault="00881534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 xml:space="preserve">Przedszkole </w:t>
            </w:r>
            <w:proofErr w:type="spellStart"/>
            <w:r w:rsidRPr="002B4315">
              <w:rPr>
                <w:sz w:val="16"/>
                <w:szCs w:val="16"/>
              </w:rPr>
              <w:t>Calineczka</w:t>
            </w:r>
            <w:proofErr w:type="spellEnd"/>
            <w:r w:rsidRPr="002B4315">
              <w:rPr>
                <w:sz w:val="16"/>
                <w:szCs w:val="16"/>
              </w:rPr>
              <w:t xml:space="preserve"> </w:t>
            </w:r>
            <w:proofErr w:type="gramStart"/>
            <w:r w:rsidRPr="002B4315">
              <w:rPr>
                <w:sz w:val="16"/>
                <w:szCs w:val="16"/>
              </w:rPr>
              <w:t>Luboń( 2019</w:t>
            </w:r>
            <w:proofErr w:type="gramEnd"/>
            <w:r w:rsidRPr="002B4315">
              <w:rPr>
                <w:sz w:val="16"/>
                <w:szCs w:val="16"/>
              </w:rPr>
              <w:t>-2020)</w:t>
            </w:r>
          </w:p>
          <w:p w14:paraId="5191A161" w14:textId="5D6D174E" w:rsidR="0088639D" w:rsidRPr="002B4315" w:rsidRDefault="0088639D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 xml:space="preserve">Przedszkole </w:t>
            </w:r>
            <w:proofErr w:type="gramStart"/>
            <w:r w:rsidRPr="002B4315">
              <w:rPr>
                <w:sz w:val="16"/>
                <w:szCs w:val="16"/>
              </w:rPr>
              <w:t>187( 2014</w:t>
            </w:r>
            <w:proofErr w:type="gramEnd"/>
            <w:r w:rsidRPr="002B4315">
              <w:rPr>
                <w:sz w:val="16"/>
                <w:szCs w:val="16"/>
              </w:rPr>
              <w:t>)</w:t>
            </w:r>
          </w:p>
          <w:p w14:paraId="3D23F0A4" w14:textId="3A79B71E" w:rsidR="0088639D" w:rsidRPr="002B4315" w:rsidRDefault="0088639D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Instruktor tańca nowoczesnego:</w:t>
            </w:r>
          </w:p>
          <w:p w14:paraId="6A72C8DF" w14:textId="1FC82303" w:rsidR="0088639D" w:rsidRPr="002B4315" w:rsidRDefault="0088639D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Dom kultury Bajka- formacja turniejowa hip hop</w:t>
            </w:r>
          </w:p>
          <w:p w14:paraId="6976F45E" w14:textId="312EF68C" w:rsidR="00134DE6" w:rsidRPr="002B4315" w:rsidRDefault="00134DE6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Taniec nowoczesny dla dzieci i młodzieży</w:t>
            </w:r>
          </w:p>
          <w:p w14:paraId="7C88DA3D" w14:textId="51BB2FC8" w:rsidR="00134DE6" w:rsidRPr="002B4315" w:rsidRDefault="00134DE6" w:rsidP="00134DE6">
            <w:pPr>
              <w:rPr>
                <w:b/>
                <w:bCs/>
                <w:sz w:val="16"/>
                <w:szCs w:val="16"/>
              </w:rPr>
            </w:pPr>
            <w:r w:rsidRPr="002B4315">
              <w:rPr>
                <w:b/>
                <w:bCs/>
                <w:sz w:val="16"/>
                <w:szCs w:val="16"/>
              </w:rPr>
              <w:t xml:space="preserve">Centrum kultury i sztuki </w:t>
            </w:r>
            <w:proofErr w:type="spellStart"/>
            <w:r w:rsidRPr="002B4315">
              <w:rPr>
                <w:b/>
                <w:bCs/>
                <w:sz w:val="16"/>
                <w:szCs w:val="16"/>
              </w:rPr>
              <w:t>Flow</w:t>
            </w:r>
            <w:proofErr w:type="spellEnd"/>
          </w:p>
          <w:p w14:paraId="1524F0D0" w14:textId="1005B4AE" w:rsidR="00134DE6" w:rsidRPr="002B4315" w:rsidRDefault="00134DE6" w:rsidP="00134DE6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2015-2020</w:t>
            </w:r>
          </w:p>
          <w:p w14:paraId="29294ECC" w14:textId="38BFF6FC" w:rsidR="00134DE6" w:rsidRPr="002B4315" w:rsidRDefault="00134DE6" w:rsidP="00134DE6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 xml:space="preserve">Przedszkole Ptyś (2016 do 2020) </w:t>
            </w:r>
          </w:p>
          <w:p w14:paraId="24F1081C" w14:textId="3D0E3EC9" w:rsidR="00134DE6" w:rsidRPr="002B4315" w:rsidRDefault="00134DE6" w:rsidP="00134DE6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Hip hop od 3 do 6 roku życia</w:t>
            </w:r>
          </w:p>
          <w:p w14:paraId="668B8C0B" w14:textId="66A72033" w:rsidR="00134DE6" w:rsidRPr="002B4315" w:rsidRDefault="00134DE6" w:rsidP="00134DE6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Hip Hop od 6 do 12 roku życia</w:t>
            </w:r>
          </w:p>
          <w:p w14:paraId="30C0ACAC" w14:textId="70BB8D61" w:rsidR="00134DE6" w:rsidRPr="002B4315" w:rsidRDefault="00134DE6" w:rsidP="00134DE6">
            <w:pPr>
              <w:rPr>
                <w:b/>
                <w:bCs/>
                <w:sz w:val="16"/>
                <w:szCs w:val="16"/>
              </w:rPr>
            </w:pPr>
            <w:r w:rsidRPr="002B4315">
              <w:rPr>
                <w:b/>
                <w:bCs/>
                <w:sz w:val="16"/>
                <w:szCs w:val="16"/>
              </w:rPr>
              <w:t xml:space="preserve">Mia </w:t>
            </w:r>
            <w:proofErr w:type="spellStart"/>
            <w:r w:rsidRPr="002B4315">
              <w:rPr>
                <w:b/>
                <w:bCs/>
                <w:sz w:val="16"/>
                <w:szCs w:val="16"/>
              </w:rPr>
              <w:t>Famiglia</w:t>
            </w:r>
            <w:proofErr w:type="spellEnd"/>
          </w:p>
          <w:p w14:paraId="662BBF24" w14:textId="2E1D744D" w:rsidR="00134DE6" w:rsidRPr="002B4315" w:rsidRDefault="00134DE6" w:rsidP="00134DE6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2015-2016</w:t>
            </w:r>
          </w:p>
          <w:p w14:paraId="6AACFDAD" w14:textId="11B1C5E9" w:rsidR="00134DE6" w:rsidRPr="002B4315" w:rsidRDefault="00134DE6" w:rsidP="00134DE6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Instruktor tańca nowoczesnego dla dzieci od 6 do 9 roku życia</w:t>
            </w:r>
          </w:p>
          <w:p w14:paraId="098CC2B9" w14:textId="68DF599D" w:rsidR="00134DE6" w:rsidRPr="002B4315" w:rsidRDefault="00134DE6" w:rsidP="00134DE6">
            <w:pPr>
              <w:rPr>
                <w:b/>
                <w:bCs/>
                <w:sz w:val="16"/>
                <w:szCs w:val="16"/>
              </w:rPr>
            </w:pPr>
            <w:r w:rsidRPr="002B4315">
              <w:rPr>
                <w:b/>
                <w:bCs/>
                <w:sz w:val="16"/>
                <w:szCs w:val="16"/>
              </w:rPr>
              <w:t>Zespół Szkoły Podstawowej i Gimnazjum w Śremie</w:t>
            </w:r>
          </w:p>
          <w:p w14:paraId="331ED98A" w14:textId="00557111" w:rsidR="00134DE6" w:rsidRPr="002B4315" w:rsidRDefault="00134DE6" w:rsidP="00134DE6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2015-2018</w:t>
            </w:r>
          </w:p>
          <w:p w14:paraId="7816E3C2" w14:textId="05BA4C86" w:rsidR="00134DE6" w:rsidRPr="002B4315" w:rsidRDefault="00134DE6" w:rsidP="00134DE6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Nauczyciel tańca nowoczesnego dla dzieci w wieku gimnazjalnym</w:t>
            </w:r>
          </w:p>
          <w:p w14:paraId="212C7E4B" w14:textId="3CB458BB" w:rsidR="00134DE6" w:rsidRPr="002B4315" w:rsidRDefault="00134DE6" w:rsidP="00134DE6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 xml:space="preserve">I podstawówce </w:t>
            </w:r>
          </w:p>
          <w:p w14:paraId="6DBCCA95" w14:textId="77777777" w:rsidR="00134DE6" w:rsidRPr="002B4315" w:rsidRDefault="00134DE6" w:rsidP="00134DE6">
            <w:pPr>
              <w:rPr>
                <w:sz w:val="16"/>
                <w:szCs w:val="16"/>
              </w:rPr>
            </w:pPr>
          </w:p>
          <w:p w14:paraId="34DBBEF8" w14:textId="77777777" w:rsidR="00134DE6" w:rsidRPr="002B4315" w:rsidRDefault="00134DE6" w:rsidP="00134DE6">
            <w:pPr>
              <w:rPr>
                <w:b/>
                <w:bCs/>
                <w:sz w:val="16"/>
                <w:szCs w:val="16"/>
              </w:rPr>
            </w:pPr>
            <w:r w:rsidRPr="002B4315">
              <w:rPr>
                <w:b/>
                <w:bCs/>
                <w:sz w:val="16"/>
                <w:szCs w:val="16"/>
              </w:rPr>
              <w:t>Szkoła im. Orderu Kawalerii Uśmiechu w Śremie</w:t>
            </w:r>
          </w:p>
          <w:p w14:paraId="42F5BD9E" w14:textId="32A3114E" w:rsidR="00134DE6" w:rsidRPr="002B4315" w:rsidRDefault="00134DE6" w:rsidP="00134DE6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2015- 2017</w:t>
            </w:r>
          </w:p>
          <w:p w14:paraId="68781CFB" w14:textId="6D39FD91" w:rsidR="00134DE6" w:rsidRPr="002B4315" w:rsidRDefault="00134DE6" w:rsidP="00134DE6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lastRenderedPageBreak/>
              <w:tab/>
            </w:r>
            <w:r w:rsidRPr="002B4315">
              <w:rPr>
                <w:sz w:val="16"/>
                <w:szCs w:val="16"/>
              </w:rPr>
              <w:tab/>
              <w:t>Instruktor tańca dla dzieci o 7 do 12 roku życia</w:t>
            </w:r>
          </w:p>
          <w:p w14:paraId="063B9417" w14:textId="77777777" w:rsidR="00134DE6" w:rsidRPr="002B4315" w:rsidRDefault="00134DE6" w:rsidP="00134DE6">
            <w:pPr>
              <w:rPr>
                <w:b/>
                <w:bCs/>
                <w:sz w:val="16"/>
                <w:szCs w:val="16"/>
              </w:rPr>
            </w:pPr>
          </w:p>
          <w:p w14:paraId="64C19CD5" w14:textId="04713644" w:rsidR="00134DE6" w:rsidRPr="002B4315" w:rsidRDefault="00134DE6" w:rsidP="00134DE6">
            <w:pPr>
              <w:rPr>
                <w:b/>
                <w:bCs/>
                <w:sz w:val="16"/>
                <w:szCs w:val="16"/>
              </w:rPr>
            </w:pPr>
            <w:r w:rsidRPr="002B4315">
              <w:rPr>
                <w:b/>
                <w:bCs/>
                <w:sz w:val="16"/>
                <w:szCs w:val="16"/>
              </w:rPr>
              <w:t xml:space="preserve">Przedszkole </w:t>
            </w:r>
            <w:proofErr w:type="spellStart"/>
            <w:r w:rsidRPr="002B4315">
              <w:rPr>
                <w:b/>
                <w:bCs/>
                <w:sz w:val="16"/>
                <w:szCs w:val="16"/>
              </w:rPr>
              <w:t>Kinderki</w:t>
            </w:r>
            <w:proofErr w:type="spellEnd"/>
            <w:r w:rsidRPr="002B4315">
              <w:rPr>
                <w:b/>
                <w:bCs/>
                <w:sz w:val="16"/>
                <w:szCs w:val="16"/>
              </w:rPr>
              <w:t xml:space="preserve"> w Śremie</w:t>
            </w:r>
          </w:p>
          <w:p w14:paraId="750D6D46" w14:textId="0CC53439" w:rsidR="00134DE6" w:rsidRPr="002B4315" w:rsidRDefault="00134DE6" w:rsidP="00134DE6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2015-2019</w:t>
            </w:r>
          </w:p>
          <w:p w14:paraId="62FCA711" w14:textId="2744C217" w:rsidR="00134DE6" w:rsidRPr="002B4315" w:rsidRDefault="00134DE6" w:rsidP="00134DE6">
            <w:pPr>
              <w:rPr>
                <w:b/>
                <w:bCs/>
                <w:sz w:val="16"/>
                <w:szCs w:val="16"/>
              </w:rPr>
            </w:pPr>
            <w:r w:rsidRPr="002B4315">
              <w:rPr>
                <w:b/>
                <w:bCs/>
                <w:sz w:val="16"/>
                <w:szCs w:val="16"/>
              </w:rPr>
              <w:t>Biuro turystyczne MABA</w:t>
            </w:r>
          </w:p>
          <w:p w14:paraId="20B70490" w14:textId="77777777" w:rsidR="00134DE6" w:rsidRPr="002B4315" w:rsidRDefault="00134DE6" w:rsidP="00134DE6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2015</w:t>
            </w:r>
          </w:p>
          <w:p w14:paraId="11A227DF" w14:textId="428FC64B" w:rsidR="00134DE6" w:rsidRPr="002B4315" w:rsidRDefault="00134DE6" w:rsidP="00134DE6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Instruktor tańca na koloniach dla dzieci od 6 do 17 roku życia</w:t>
            </w:r>
          </w:p>
          <w:p w14:paraId="14E050AF" w14:textId="0E442BC4" w:rsidR="00134DE6" w:rsidRPr="002B4315" w:rsidRDefault="00134DE6" w:rsidP="00134DE6">
            <w:pPr>
              <w:rPr>
                <w:b/>
                <w:bCs/>
                <w:sz w:val="16"/>
                <w:szCs w:val="16"/>
              </w:rPr>
            </w:pPr>
            <w:r w:rsidRPr="002B4315">
              <w:rPr>
                <w:b/>
                <w:bCs/>
                <w:sz w:val="16"/>
                <w:szCs w:val="16"/>
              </w:rPr>
              <w:t>Obóz taneczny Poezja 2016</w:t>
            </w:r>
          </w:p>
          <w:p w14:paraId="684FB6C6" w14:textId="795A94D7" w:rsidR="00134DE6" w:rsidRPr="002B4315" w:rsidRDefault="00134DE6" w:rsidP="00134DE6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2016</w:t>
            </w:r>
          </w:p>
          <w:p w14:paraId="7C8405AA" w14:textId="44E1CCE4" w:rsidR="00134DE6" w:rsidRPr="002B4315" w:rsidRDefault="00134DE6" w:rsidP="00134DE6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 xml:space="preserve">Instruktor </w:t>
            </w:r>
            <w:proofErr w:type="spellStart"/>
            <w:r w:rsidRPr="002B4315">
              <w:rPr>
                <w:sz w:val="16"/>
                <w:szCs w:val="16"/>
              </w:rPr>
              <w:t>dancehallu</w:t>
            </w:r>
            <w:proofErr w:type="spellEnd"/>
            <w:r w:rsidRPr="002B4315">
              <w:rPr>
                <w:sz w:val="16"/>
                <w:szCs w:val="16"/>
              </w:rPr>
              <w:t xml:space="preserve"> i </w:t>
            </w:r>
            <w:proofErr w:type="spellStart"/>
            <w:r w:rsidRPr="002B4315">
              <w:rPr>
                <w:sz w:val="16"/>
                <w:szCs w:val="16"/>
              </w:rPr>
              <w:t>twerku</w:t>
            </w:r>
            <w:proofErr w:type="spellEnd"/>
          </w:p>
          <w:p w14:paraId="6FDA3E85" w14:textId="5F69280A" w:rsidR="00134DE6" w:rsidRPr="002B4315" w:rsidRDefault="00134DE6" w:rsidP="00134DE6">
            <w:pPr>
              <w:rPr>
                <w:sz w:val="16"/>
                <w:szCs w:val="16"/>
              </w:rPr>
            </w:pPr>
            <w:r w:rsidRPr="002B4315">
              <w:rPr>
                <w:b/>
                <w:bCs/>
                <w:sz w:val="16"/>
                <w:szCs w:val="16"/>
              </w:rPr>
              <w:t>Teatr Narodowy w Poznaniu</w:t>
            </w:r>
          </w:p>
          <w:p w14:paraId="480C8649" w14:textId="434A8673" w:rsidR="00134DE6" w:rsidRPr="002B4315" w:rsidRDefault="00134DE6" w:rsidP="00134DE6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2017</w:t>
            </w:r>
          </w:p>
          <w:p w14:paraId="229D6696" w14:textId="3EBB8BED" w:rsidR="00134DE6" w:rsidRPr="002B4315" w:rsidRDefault="00134DE6" w:rsidP="00134DE6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 xml:space="preserve">Warsztaty techniki tańca hip hop </w:t>
            </w:r>
          </w:p>
          <w:p w14:paraId="7D3AA72B" w14:textId="51F0D83B" w:rsidR="00722702" w:rsidRPr="002B4315" w:rsidRDefault="00722702" w:rsidP="00134DE6">
            <w:pPr>
              <w:rPr>
                <w:b/>
                <w:bCs/>
                <w:sz w:val="16"/>
                <w:szCs w:val="16"/>
              </w:rPr>
            </w:pPr>
            <w:r w:rsidRPr="002B4315">
              <w:rPr>
                <w:b/>
                <w:bCs/>
                <w:sz w:val="16"/>
                <w:szCs w:val="16"/>
              </w:rPr>
              <w:t xml:space="preserve">Swan Studio </w:t>
            </w:r>
            <w:proofErr w:type="spellStart"/>
            <w:r w:rsidRPr="002B4315">
              <w:rPr>
                <w:b/>
                <w:bCs/>
                <w:sz w:val="16"/>
                <w:szCs w:val="16"/>
              </w:rPr>
              <w:t>Agustów</w:t>
            </w:r>
            <w:proofErr w:type="spellEnd"/>
          </w:p>
          <w:p w14:paraId="664003CA" w14:textId="70BC0194" w:rsidR="00881534" w:rsidRPr="002B4315" w:rsidRDefault="00722702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 xml:space="preserve">2020- </w:t>
            </w:r>
            <w:r w:rsidR="00E60F30">
              <w:rPr>
                <w:sz w:val="16"/>
                <w:szCs w:val="16"/>
              </w:rPr>
              <w:t>2023</w:t>
            </w:r>
          </w:p>
          <w:p w14:paraId="4B2E13F6" w14:textId="1E11B72D" w:rsidR="00A10DF9" w:rsidRPr="002B4315" w:rsidRDefault="00722702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 xml:space="preserve">Instruktor High </w:t>
            </w:r>
            <w:proofErr w:type="spellStart"/>
            <w:proofErr w:type="gramStart"/>
            <w:r w:rsidRPr="002B4315">
              <w:rPr>
                <w:sz w:val="16"/>
                <w:szCs w:val="16"/>
              </w:rPr>
              <w:t>Heel</w:t>
            </w:r>
            <w:proofErr w:type="spellEnd"/>
            <w:r w:rsidRPr="002B4315">
              <w:rPr>
                <w:sz w:val="16"/>
                <w:szCs w:val="16"/>
              </w:rPr>
              <w:t xml:space="preserve"> ,</w:t>
            </w:r>
            <w:proofErr w:type="gramEnd"/>
            <w:r w:rsidRPr="002B4315">
              <w:rPr>
                <w:sz w:val="16"/>
                <w:szCs w:val="16"/>
              </w:rPr>
              <w:t xml:space="preserve"> Sexy Dance, </w:t>
            </w:r>
            <w:proofErr w:type="spellStart"/>
            <w:r w:rsidRPr="002B4315">
              <w:rPr>
                <w:sz w:val="16"/>
                <w:szCs w:val="16"/>
              </w:rPr>
              <w:t>Beyonce</w:t>
            </w:r>
            <w:proofErr w:type="spellEnd"/>
            <w:r w:rsidRPr="002B4315">
              <w:rPr>
                <w:sz w:val="16"/>
                <w:szCs w:val="16"/>
              </w:rPr>
              <w:t xml:space="preserve"> Style , </w:t>
            </w:r>
            <w:proofErr w:type="spellStart"/>
            <w:r w:rsidRPr="002B4315">
              <w:rPr>
                <w:sz w:val="16"/>
                <w:szCs w:val="16"/>
              </w:rPr>
              <w:t>Dancehall</w:t>
            </w:r>
            <w:proofErr w:type="spellEnd"/>
            <w:r w:rsidRPr="002B4315">
              <w:rPr>
                <w:sz w:val="16"/>
                <w:szCs w:val="16"/>
              </w:rPr>
              <w:t xml:space="preserve"> dla kobiet od 16 roku życia </w:t>
            </w:r>
          </w:p>
          <w:p w14:paraId="3E178416" w14:textId="0E0A9138" w:rsidR="00A10DF9" w:rsidRPr="002B4315" w:rsidRDefault="00722702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Instruktor tańca nowoczesnego dla dzieci od 3 do 16 roku życia</w:t>
            </w:r>
          </w:p>
          <w:p w14:paraId="1DFEEA3A" w14:textId="1609ECE3" w:rsidR="0091187F" w:rsidRPr="002B4315" w:rsidRDefault="0091187F" w:rsidP="00BD0C0B">
            <w:pPr>
              <w:rPr>
                <w:b/>
                <w:bCs/>
                <w:sz w:val="16"/>
                <w:szCs w:val="16"/>
              </w:rPr>
            </w:pPr>
            <w:r w:rsidRPr="002B4315">
              <w:rPr>
                <w:b/>
                <w:bCs/>
                <w:sz w:val="16"/>
                <w:szCs w:val="16"/>
              </w:rPr>
              <w:t>Przedszkole niepubliczne Kropka</w:t>
            </w:r>
          </w:p>
          <w:p w14:paraId="15D18D32" w14:textId="104484D3" w:rsidR="0091187F" w:rsidRPr="002B4315" w:rsidRDefault="0091187F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2020- do teraz</w:t>
            </w:r>
          </w:p>
          <w:p w14:paraId="7C58C073" w14:textId="372AD004" w:rsidR="0091187F" w:rsidRPr="002B4315" w:rsidRDefault="0091187F" w:rsidP="00BD0C0B">
            <w:pPr>
              <w:rPr>
                <w:b/>
                <w:bCs/>
                <w:sz w:val="16"/>
                <w:szCs w:val="16"/>
              </w:rPr>
            </w:pPr>
            <w:r w:rsidRPr="002B4315">
              <w:rPr>
                <w:b/>
                <w:bCs/>
                <w:sz w:val="16"/>
                <w:szCs w:val="16"/>
              </w:rPr>
              <w:t xml:space="preserve">Przedszkole niepubliczne Przystanek Malucha </w:t>
            </w:r>
          </w:p>
          <w:p w14:paraId="007AFE20" w14:textId="5E8E9073" w:rsidR="0091187F" w:rsidRPr="002B4315" w:rsidRDefault="0091187F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2020 -do teraz</w:t>
            </w:r>
          </w:p>
          <w:p w14:paraId="4AF94B18" w14:textId="2D516594" w:rsidR="0091187F" w:rsidRPr="002B4315" w:rsidRDefault="0091187F" w:rsidP="00BD0C0B">
            <w:pPr>
              <w:rPr>
                <w:b/>
                <w:bCs/>
                <w:sz w:val="16"/>
                <w:szCs w:val="16"/>
              </w:rPr>
            </w:pPr>
            <w:r w:rsidRPr="002B4315">
              <w:rPr>
                <w:b/>
                <w:bCs/>
                <w:sz w:val="16"/>
                <w:szCs w:val="16"/>
              </w:rPr>
              <w:t xml:space="preserve">Przedszkole niepubliczne </w:t>
            </w:r>
            <w:proofErr w:type="spellStart"/>
            <w:r w:rsidRPr="002B4315">
              <w:rPr>
                <w:b/>
                <w:bCs/>
                <w:sz w:val="16"/>
                <w:szCs w:val="16"/>
              </w:rPr>
              <w:t>Omnibusek</w:t>
            </w:r>
            <w:proofErr w:type="spellEnd"/>
          </w:p>
          <w:p w14:paraId="26B29BD6" w14:textId="1FE6EB93" w:rsidR="0091187F" w:rsidRPr="002B4315" w:rsidRDefault="0091187F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 xml:space="preserve">2021- do teraz </w:t>
            </w:r>
          </w:p>
          <w:p w14:paraId="03781790" w14:textId="496B52D7" w:rsidR="0091187F" w:rsidRPr="002B4315" w:rsidRDefault="0091187F" w:rsidP="00BD0C0B">
            <w:pPr>
              <w:rPr>
                <w:b/>
                <w:bCs/>
                <w:sz w:val="16"/>
                <w:szCs w:val="16"/>
              </w:rPr>
            </w:pPr>
            <w:r w:rsidRPr="002B4315">
              <w:rPr>
                <w:b/>
                <w:bCs/>
                <w:sz w:val="16"/>
                <w:szCs w:val="16"/>
              </w:rPr>
              <w:t>Przedszkole niepubliczne Słoneczko</w:t>
            </w:r>
          </w:p>
          <w:p w14:paraId="24B22127" w14:textId="20F5459F" w:rsidR="0091187F" w:rsidRPr="002B4315" w:rsidRDefault="0091187F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2021</w:t>
            </w:r>
            <w:r w:rsidR="00602774" w:rsidRPr="002B4315">
              <w:rPr>
                <w:sz w:val="16"/>
                <w:szCs w:val="16"/>
              </w:rPr>
              <w:t>-</w:t>
            </w:r>
            <w:r w:rsidRPr="002B4315">
              <w:rPr>
                <w:sz w:val="16"/>
                <w:szCs w:val="16"/>
              </w:rPr>
              <w:t xml:space="preserve"> do teraz</w:t>
            </w:r>
          </w:p>
          <w:p w14:paraId="1867DA77" w14:textId="57C71092" w:rsidR="0091187F" w:rsidRPr="002B4315" w:rsidRDefault="0091187F" w:rsidP="00BD0C0B">
            <w:pPr>
              <w:rPr>
                <w:b/>
                <w:bCs/>
                <w:sz w:val="16"/>
                <w:szCs w:val="16"/>
              </w:rPr>
            </w:pPr>
            <w:r w:rsidRPr="002B4315">
              <w:rPr>
                <w:b/>
                <w:bCs/>
                <w:sz w:val="16"/>
                <w:szCs w:val="16"/>
              </w:rPr>
              <w:t xml:space="preserve">Przedszkole niepubliczne Zielony Zakątek </w:t>
            </w:r>
          </w:p>
          <w:p w14:paraId="0AD38F14" w14:textId="7C7CA3A0" w:rsidR="0091187F" w:rsidRPr="002B4315" w:rsidRDefault="00602774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2021- do teraz</w:t>
            </w:r>
          </w:p>
          <w:p w14:paraId="25BADE6A" w14:textId="6E02488D" w:rsidR="0091187F" w:rsidRPr="002B4315" w:rsidRDefault="0091187F" w:rsidP="00BD0C0B">
            <w:pPr>
              <w:rPr>
                <w:b/>
                <w:bCs/>
                <w:sz w:val="16"/>
                <w:szCs w:val="16"/>
              </w:rPr>
            </w:pPr>
            <w:r w:rsidRPr="002B4315">
              <w:rPr>
                <w:b/>
                <w:bCs/>
                <w:sz w:val="16"/>
                <w:szCs w:val="16"/>
              </w:rPr>
              <w:t>Przedszkole Żółty Słonik przy fabryce Mebli Forte</w:t>
            </w:r>
          </w:p>
          <w:p w14:paraId="68A6302C" w14:textId="549E1A2C" w:rsidR="00602774" w:rsidRDefault="00602774" w:rsidP="00BD0C0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 xml:space="preserve">2021- do teraz </w:t>
            </w:r>
          </w:p>
          <w:p w14:paraId="3BC822E2" w14:textId="5572A8AF" w:rsidR="00E60F30" w:rsidRPr="00E60F30" w:rsidRDefault="00E60F30" w:rsidP="00BD0C0B">
            <w:pPr>
              <w:rPr>
                <w:b/>
                <w:bCs/>
                <w:sz w:val="16"/>
                <w:szCs w:val="16"/>
                <w:lang w:val="en-US"/>
              </w:rPr>
            </w:pPr>
            <w:r w:rsidRPr="00E60F30">
              <w:rPr>
                <w:b/>
                <w:bCs/>
                <w:sz w:val="16"/>
                <w:szCs w:val="16"/>
                <w:lang w:val="en-US"/>
              </w:rPr>
              <w:t>Studio Dance Fit Lidia Kulik</w:t>
            </w:r>
          </w:p>
          <w:p w14:paraId="5E5BD312" w14:textId="077E0AB7" w:rsidR="00E60F30" w:rsidRDefault="00E60F30" w:rsidP="00BD0C0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2022-do </w:t>
            </w:r>
            <w:proofErr w:type="spellStart"/>
            <w:r>
              <w:rPr>
                <w:sz w:val="16"/>
                <w:szCs w:val="16"/>
                <w:lang w:val="en-US"/>
              </w:rPr>
              <w:t>teraz</w:t>
            </w:r>
            <w:proofErr w:type="spellEnd"/>
          </w:p>
          <w:p w14:paraId="50F639DA" w14:textId="76DAF196" w:rsidR="00E60F30" w:rsidRDefault="00E60F30" w:rsidP="00BD0C0B">
            <w:pPr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Instruktor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high heels, </w:t>
            </w:r>
            <w:proofErr w:type="gramStart"/>
            <w:r>
              <w:rPr>
                <w:sz w:val="16"/>
                <w:szCs w:val="16"/>
                <w:lang w:val="en-US"/>
              </w:rPr>
              <w:t>twerk</w:t>
            </w:r>
            <w:proofErr w:type="gramEnd"/>
          </w:p>
          <w:p w14:paraId="1ECB645F" w14:textId="32256772" w:rsidR="00E60F30" w:rsidRDefault="00E60F30" w:rsidP="00BD0C0B">
            <w:pPr>
              <w:rPr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E60F30">
              <w:rPr>
                <w:b/>
                <w:bCs/>
                <w:sz w:val="16"/>
                <w:szCs w:val="16"/>
                <w:lang w:val="en-US"/>
              </w:rPr>
              <w:t>Slepsk</w:t>
            </w:r>
            <w:proofErr w:type="spellEnd"/>
            <w:r w:rsidRPr="00E60F30">
              <w:rPr>
                <w:b/>
                <w:bCs/>
                <w:sz w:val="16"/>
                <w:szCs w:val="16"/>
                <w:lang w:val="en-US"/>
              </w:rPr>
              <w:t xml:space="preserve"> Malow </w:t>
            </w:r>
            <w:proofErr w:type="spellStart"/>
            <w:r w:rsidRPr="00E60F30">
              <w:rPr>
                <w:b/>
                <w:bCs/>
                <w:sz w:val="16"/>
                <w:szCs w:val="16"/>
                <w:lang w:val="en-US"/>
              </w:rPr>
              <w:t>Suwałki</w:t>
            </w:r>
            <w:proofErr w:type="spellEnd"/>
          </w:p>
          <w:p w14:paraId="225308E5" w14:textId="247C172B" w:rsidR="00E60F30" w:rsidRDefault="00E60F30" w:rsidP="00BD0C0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2022- </w:t>
            </w:r>
            <w:proofErr w:type="spellStart"/>
            <w:r>
              <w:rPr>
                <w:sz w:val="16"/>
                <w:szCs w:val="16"/>
                <w:lang w:val="en-US"/>
              </w:rPr>
              <w:t>cheerleaderka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grupy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pokazowej</w:t>
            </w:r>
            <w:proofErr w:type="spellEnd"/>
          </w:p>
          <w:p w14:paraId="3667542C" w14:textId="0DBADCEB" w:rsidR="00E60F30" w:rsidRDefault="00E60F30" w:rsidP="00BD0C0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2023- </w:t>
            </w:r>
            <w:proofErr w:type="spellStart"/>
            <w:r>
              <w:rPr>
                <w:sz w:val="16"/>
                <w:szCs w:val="16"/>
                <w:lang w:val="en-US"/>
              </w:rPr>
              <w:t>instruktor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tańca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</w:p>
          <w:p w14:paraId="76E4867A" w14:textId="09295037" w:rsidR="00E60F30" w:rsidRPr="00E60F30" w:rsidRDefault="00E60F30" w:rsidP="00BD0C0B">
            <w:pPr>
              <w:rPr>
                <w:sz w:val="16"/>
                <w:szCs w:val="16"/>
                <w:lang w:val="en-US"/>
              </w:rPr>
            </w:pPr>
          </w:p>
          <w:p w14:paraId="7C747204" w14:textId="77777777" w:rsidR="00E60F30" w:rsidRPr="00E60F30" w:rsidRDefault="00E60F30" w:rsidP="00BD0C0B">
            <w:pPr>
              <w:rPr>
                <w:sz w:val="16"/>
                <w:szCs w:val="16"/>
                <w:lang w:val="en-US"/>
              </w:rPr>
            </w:pPr>
          </w:p>
          <w:p w14:paraId="50F39DEB" w14:textId="362EF42D" w:rsidR="0091187F" w:rsidRPr="00E60F30" w:rsidRDefault="0091187F" w:rsidP="00BD0C0B">
            <w:pPr>
              <w:rPr>
                <w:sz w:val="16"/>
                <w:szCs w:val="16"/>
                <w:lang w:val="en-US"/>
              </w:rPr>
            </w:pPr>
          </w:p>
        </w:tc>
      </w:tr>
      <w:tr w:rsidR="00BD0C0B" w14:paraId="170D8C84" w14:textId="77777777" w:rsidTr="00AE7882">
        <w:tc>
          <w:tcPr>
            <w:tcW w:w="3600" w:type="dxa"/>
          </w:tcPr>
          <w:p w14:paraId="3E8D5628" w14:textId="0A8ED74C" w:rsidR="00BD0C0B" w:rsidRPr="00E60F30" w:rsidRDefault="00BD0C0B" w:rsidP="00BD0C0B">
            <w:pPr>
              <w:rPr>
                <w:lang w:val="en-US"/>
              </w:rPr>
            </w:pPr>
          </w:p>
        </w:tc>
        <w:tc>
          <w:tcPr>
            <w:tcW w:w="720" w:type="dxa"/>
          </w:tcPr>
          <w:p w14:paraId="4F2F140C" w14:textId="77777777" w:rsidR="00BD0C0B" w:rsidRPr="00E60F30" w:rsidRDefault="00BD0C0B" w:rsidP="00BD0C0B">
            <w:pPr>
              <w:tabs>
                <w:tab w:val="left" w:pos="990"/>
              </w:tabs>
              <w:rPr>
                <w:lang w:val="en-US"/>
              </w:rPr>
            </w:pPr>
          </w:p>
        </w:tc>
        <w:tc>
          <w:tcPr>
            <w:tcW w:w="6183" w:type="dxa"/>
          </w:tcPr>
          <w:p w14:paraId="10A5BA51" w14:textId="40710C56" w:rsidR="00722702" w:rsidRPr="002B4315" w:rsidRDefault="00722702" w:rsidP="00722702">
            <w:pPr>
              <w:pStyle w:val="Nagwek2"/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Kursy i Szkolenia</w:t>
            </w:r>
            <w:r w:rsidRPr="002B4315">
              <w:rPr>
                <w:sz w:val="16"/>
                <w:szCs w:val="16"/>
                <w:lang w:bidi="pl-PL"/>
              </w:rPr>
              <w:t xml:space="preserve"> </w:t>
            </w:r>
          </w:p>
          <w:p w14:paraId="40E98274" w14:textId="77777777" w:rsidR="00722702" w:rsidRPr="002B4315" w:rsidRDefault="00722702" w:rsidP="00722702">
            <w:pPr>
              <w:rPr>
                <w:sz w:val="16"/>
                <w:szCs w:val="16"/>
                <w:lang w:bidi="pl-PL"/>
              </w:rPr>
            </w:pPr>
            <w:r w:rsidRPr="002B4315">
              <w:rPr>
                <w:sz w:val="16"/>
                <w:szCs w:val="16"/>
                <w:lang w:bidi="pl-PL"/>
              </w:rPr>
              <w:t>Szkolenia:</w:t>
            </w:r>
          </w:p>
          <w:p w14:paraId="593E6B7D" w14:textId="77777777" w:rsidR="00722702" w:rsidRPr="002B4315" w:rsidRDefault="00722702" w:rsidP="00722702">
            <w:pPr>
              <w:rPr>
                <w:sz w:val="16"/>
                <w:szCs w:val="16"/>
                <w:lang w:bidi="pl-PL"/>
              </w:rPr>
            </w:pPr>
            <w:r w:rsidRPr="002B4315">
              <w:rPr>
                <w:sz w:val="16"/>
                <w:szCs w:val="16"/>
                <w:lang w:bidi="pl-PL"/>
              </w:rPr>
              <w:t>•</w:t>
            </w:r>
            <w:r w:rsidRPr="002B4315">
              <w:rPr>
                <w:sz w:val="16"/>
                <w:szCs w:val="16"/>
                <w:lang w:bidi="pl-PL"/>
              </w:rPr>
              <w:tab/>
              <w:t>Kurs animacji czasu wolnego</w:t>
            </w:r>
          </w:p>
          <w:p w14:paraId="4AAE81F6" w14:textId="77777777" w:rsidR="00722702" w:rsidRPr="002B4315" w:rsidRDefault="00722702" w:rsidP="00722702">
            <w:pPr>
              <w:rPr>
                <w:sz w:val="16"/>
                <w:szCs w:val="16"/>
                <w:lang w:bidi="pl-PL"/>
              </w:rPr>
            </w:pPr>
            <w:r w:rsidRPr="002B4315">
              <w:rPr>
                <w:sz w:val="16"/>
                <w:szCs w:val="16"/>
                <w:lang w:bidi="pl-PL"/>
              </w:rPr>
              <w:t>•</w:t>
            </w:r>
            <w:r w:rsidRPr="002B4315">
              <w:rPr>
                <w:sz w:val="16"/>
                <w:szCs w:val="16"/>
                <w:lang w:bidi="pl-PL"/>
              </w:rPr>
              <w:tab/>
              <w:t>Kurs wychowawców placówek wypoczynku dzieci i młodzieży</w:t>
            </w:r>
          </w:p>
          <w:p w14:paraId="23BC9542" w14:textId="77777777" w:rsidR="00722702" w:rsidRPr="002B4315" w:rsidRDefault="00722702" w:rsidP="00722702">
            <w:pPr>
              <w:rPr>
                <w:sz w:val="16"/>
                <w:szCs w:val="16"/>
                <w:lang w:bidi="pl-PL"/>
              </w:rPr>
            </w:pPr>
            <w:r w:rsidRPr="002B4315">
              <w:rPr>
                <w:sz w:val="16"/>
                <w:szCs w:val="16"/>
                <w:lang w:bidi="pl-PL"/>
              </w:rPr>
              <w:t>•</w:t>
            </w:r>
            <w:r w:rsidRPr="002B4315">
              <w:rPr>
                <w:sz w:val="16"/>
                <w:szCs w:val="16"/>
                <w:lang w:bidi="pl-PL"/>
              </w:rPr>
              <w:tab/>
              <w:t>Kurs obsługi imprez masowych</w:t>
            </w:r>
          </w:p>
          <w:p w14:paraId="14B6C51E" w14:textId="77777777" w:rsidR="00722702" w:rsidRPr="002B4315" w:rsidRDefault="00722702" w:rsidP="00722702">
            <w:pPr>
              <w:rPr>
                <w:sz w:val="16"/>
                <w:szCs w:val="16"/>
                <w:lang w:bidi="pl-PL"/>
              </w:rPr>
            </w:pPr>
            <w:r w:rsidRPr="002B4315">
              <w:rPr>
                <w:sz w:val="16"/>
                <w:szCs w:val="16"/>
                <w:lang w:bidi="pl-PL"/>
              </w:rPr>
              <w:t>•</w:t>
            </w:r>
            <w:r w:rsidRPr="002B4315">
              <w:rPr>
                <w:sz w:val="16"/>
                <w:szCs w:val="16"/>
                <w:lang w:bidi="pl-PL"/>
              </w:rPr>
              <w:tab/>
              <w:t xml:space="preserve">Kurs Reebok </w:t>
            </w:r>
            <w:proofErr w:type="spellStart"/>
            <w:r w:rsidRPr="002B4315">
              <w:rPr>
                <w:sz w:val="16"/>
                <w:szCs w:val="16"/>
                <w:lang w:bidi="pl-PL"/>
              </w:rPr>
              <w:t>Fitball</w:t>
            </w:r>
            <w:proofErr w:type="spellEnd"/>
            <w:r w:rsidRPr="002B4315">
              <w:rPr>
                <w:sz w:val="16"/>
                <w:szCs w:val="16"/>
                <w:lang w:bidi="pl-PL"/>
              </w:rPr>
              <w:t xml:space="preserve"> Instruktor</w:t>
            </w:r>
          </w:p>
          <w:p w14:paraId="42B4D5F5" w14:textId="77777777" w:rsidR="00722702" w:rsidRPr="002B4315" w:rsidRDefault="00722702" w:rsidP="00722702">
            <w:pPr>
              <w:rPr>
                <w:sz w:val="16"/>
                <w:szCs w:val="16"/>
                <w:lang w:bidi="pl-PL"/>
              </w:rPr>
            </w:pPr>
            <w:r w:rsidRPr="002B4315">
              <w:rPr>
                <w:sz w:val="16"/>
                <w:szCs w:val="16"/>
                <w:lang w:bidi="pl-PL"/>
              </w:rPr>
              <w:t>•</w:t>
            </w:r>
            <w:r w:rsidRPr="002B4315">
              <w:rPr>
                <w:sz w:val="16"/>
                <w:szCs w:val="16"/>
                <w:lang w:bidi="pl-PL"/>
              </w:rPr>
              <w:tab/>
              <w:t>Kurs trenera personalnego</w:t>
            </w:r>
          </w:p>
          <w:p w14:paraId="2E80EB7A" w14:textId="77777777" w:rsidR="00722702" w:rsidRPr="002B4315" w:rsidRDefault="00722702" w:rsidP="00722702">
            <w:pPr>
              <w:rPr>
                <w:sz w:val="16"/>
                <w:szCs w:val="16"/>
                <w:lang w:bidi="pl-PL"/>
              </w:rPr>
            </w:pPr>
            <w:r w:rsidRPr="002B4315">
              <w:rPr>
                <w:sz w:val="16"/>
                <w:szCs w:val="16"/>
                <w:lang w:bidi="pl-PL"/>
              </w:rPr>
              <w:t>•</w:t>
            </w:r>
            <w:r w:rsidRPr="002B4315">
              <w:rPr>
                <w:sz w:val="16"/>
                <w:szCs w:val="16"/>
                <w:lang w:bidi="pl-PL"/>
              </w:rPr>
              <w:tab/>
              <w:t>Kurs trener kulturystyki</w:t>
            </w:r>
          </w:p>
          <w:p w14:paraId="22D66823" w14:textId="77777777" w:rsidR="00722702" w:rsidRPr="002B4315" w:rsidRDefault="00722702" w:rsidP="00722702">
            <w:pPr>
              <w:rPr>
                <w:sz w:val="16"/>
                <w:szCs w:val="16"/>
                <w:lang w:bidi="pl-PL"/>
              </w:rPr>
            </w:pPr>
            <w:r w:rsidRPr="002B4315">
              <w:rPr>
                <w:sz w:val="16"/>
                <w:szCs w:val="16"/>
                <w:lang w:bidi="pl-PL"/>
              </w:rPr>
              <w:t>•</w:t>
            </w:r>
            <w:r w:rsidRPr="002B4315">
              <w:rPr>
                <w:sz w:val="16"/>
                <w:szCs w:val="16"/>
                <w:lang w:bidi="pl-PL"/>
              </w:rPr>
              <w:tab/>
              <w:t xml:space="preserve">Kurs dietetyki klinicznej </w:t>
            </w:r>
          </w:p>
          <w:p w14:paraId="1665BEC4" w14:textId="77777777" w:rsidR="00722702" w:rsidRPr="002B4315" w:rsidRDefault="00722702" w:rsidP="00722702">
            <w:pPr>
              <w:rPr>
                <w:sz w:val="16"/>
                <w:szCs w:val="16"/>
                <w:lang w:bidi="pl-PL"/>
              </w:rPr>
            </w:pPr>
            <w:r w:rsidRPr="002B4315">
              <w:rPr>
                <w:sz w:val="16"/>
                <w:szCs w:val="16"/>
                <w:lang w:bidi="pl-PL"/>
              </w:rPr>
              <w:t>•</w:t>
            </w:r>
            <w:r w:rsidRPr="002B4315">
              <w:rPr>
                <w:sz w:val="16"/>
                <w:szCs w:val="16"/>
                <w:lang w:bidi="pl-PL"/>
              </w:rPr>
              <w:tab/>
              <w:t>Kurs instruktora fitness</w:t>
            </w:r>
          </w:p>
          <w:p w14:paraId="58541395" w14:textId="77777777" w:rsidR="00722702" w:rsidRPr="002B4315" w:rsidRDefault="00722702" w:rsidP="00722702">
            <w:pPr>
              <w:rPr>
                <w:sz w:val="16"/>
                <w:szCs w:val="16"/>
                <w:lang w:bidi="pl-PL"/>
              </w:rPr>
            </w:pPr>
            <w:r w:rsidRPr="002B4315">
              <w:rPr>
                <w:sz w:val="16"/>
                <w:szCs w:val="16"/>
                <w:lang w:bidi="pl-PL"/>
              </w:rPr>
              <w:t>•</w:t>
            </w:r>
            <w:r w:rsidRPr="002B4315">
              <w:rPr>
                <w:sz w:val="16"/>
                <w:szCs w:val="16"/>
                <w:lang w:bidi="pl-PL"/>
              </w:rPr>
              <w:tab/>
            </w:r>
            <w:proofErr w:type="gramStart"/>
            <w:r w:rsidRPr="002B4315">
              <w:rPr>
                <w:sz w:val="16"/>
                <w:szCs w:val="16"/>
                <w:lang w:bidi="pl-PL"/>
              </w:rPr>
              <w:t>Legitymacja  instruktora</w:t>
            </w:r>
            <w:proofErr w:type="gramEnd"/>
            <w:r w:rsidRPr="002B4315">
              <w:rPr>
                <w:sz w:val="16"/>
                <w:szCs w:val="16"/>
                <w:lang w:bidi="pl-PL"/>
              </w:rPr>
              <w:t xml:space="preserve"> rekreacji ruchowej ze specjalizacją taniec nowoczesny</w:t>
            </w:r>
          </w:p>
          <w:p w14:paraId="2C8025AE" w14:textId="77777777" w:rsidR="00722702" w:rsidRPr="002B4315" w:rsidRDefault="00722702" w:rsidP="00722702">
            <w:pPr>
              <w:rPr>
                <w:sz w:val="16"/>
                <w:szCs w:val="16"/>
                <w:lang w:bidi="pl-PL"/>
              </w:rPr>
            </w:pPr>
            <w:proofErr w:type="gramStart"/>
            <w:r w:rsidRPr="002B4315">
              <w:rPr>
                <w:sz w:val="16"/>
                <w:szCs w:val="16"/>
                <w:lang w:bidi="pl-PL"/>
              </w:rPr>
              <w:t>Warsztaty :</w:t>
            </w:r>
            <w:proofErr w:type="gramEnd"/>
          </w:p>
          <w:p w14:paraId="4B3242ED" w14:textId="77777777" w:rsidR="00722702" w:rsidRPr="002B4315" w:rsidRDefault="00722702" w:rsidP="00722702">
            <w:pPr>
              <w:rPr>
                <w:sz w:val="16"/>
                <w:szCs w:val="16"/>
                <w:lang w:bidi="pl-PL"/>
              </w:rPr>
            </w:pPr>
            <w:r w:rsidRPr="002B4315">
              <w:rPr>
                <w:sz w:val="16"/>
                <w:szCs w:val="16"/>
                <w:lang w:bidi="pl-PL"/>
              </w:rPr>
              <w:t>•</w:t>
            </w:r>
            <w:r w:rsidRPr="002B4315">
              <w:rPr>
                <w:sz w:val="16"/>
                <w:szCs w:val="16"/>
                <w:lang w:bidi="pl-PL"/>
              </w:rPr>
              <w:tab/>
              <w:t xml:space="preserve">Warsztaty hip hop z </w:t>
            </w:r>
            <w:proofErr w:type="spellStart"/>
            <w:r w:rsidRPr="002B4315">
              <w:rPr>
                <w:sz w:val="16"/>
                <w:szCs w:val="16"/>
                <w:lang w:bidi="pl-PL"/>
              </w:rPr>
              <w:t>Vietem</w:t>
            </w:r>
            <w:proofErr w:type="spellEnd"/>
            <w:r w:rsidRPr="002B4315">
              <w:rPr>
                <w:sz w:val="16"/>
                <w:szCs w:val="16"/>
                <w:lang w:bidi="pl-PL"/>
              </w:rPr>
              <w:t xml:space="preserve"> </w:t>
            </w:r>
            <w:proofErr w:type="spellStart"/>
            <w:r w:rsidRPr="002B4315">
              <w:rPr>
                <w:sz w:val="16"/>
                <w:szCs w:val="16"/>
                <w:lang w:bidi="pl-PL"/>
              </w:rPr>
              <w:t>Dangiem</w:t>
            </w:r>
            <w:proofErr w:type="spellEnd"/>
          </w:p>
          <w:p w14:paraId="623E5935" w14:textId="77777777" w:rsidR="00722702" w:rsidRPr="002B4315" w:rsidRDefault="00722702" w:rsidP="00722702">
            <w:pPr>
              <w:rPr>
                <w:sz w:val="16"/>
                <w:szCs w:val="16"/>
                <w:lang w:val="en-US" w:bidi="pl-PL"/>
              </w:rPr>
            </w:pPr>
            <w:r w:rsidRPr="002B4315">
              <w:rPr>
                <w:sz w:val="16"/>
                <w:szCs w:val="16"/>
                <w:lang w:val="en-US" w:bidi="pl-PL"/>
              </w:rPr>
              <w:t>•</w:t>
            </w:r>
            <w:r w:rsidRPr="002B4315">
              <w:rPr>
                <w:sz w:val="16"/>
                <w:szCs w:val="16"/>
                <w:lang w:val="en-US" w:bidi="pl-PL"/>
              </w:rPr>
              <w:tab/>
              <w:t>\</w:t>
            </w:r>
            <w:proofErr w:type="spellStart"/>
            <w:r w:rsidRPr="002B4315">
              <w:rPr>
                <w:sz w:val="16"/>
                <w:szCs w:val="16"/>
                <w:lang w:val="en-US" w:bidi="pl-PL"/>
              </w:rPr>
              <w:t>Warsztaty</w:t>
            </w:r>
            <w:proofErr w:type="spellEnd"/>
            <w:r w:rsidRPr="002B4315">
              <w:rPr>
                <w:sz w:val="16"/>
                <w:szCs w:val="16"/>
                <w:lang w:val="en-US" w:bidi="pl-PL"/>
              </w:rPr>
              <w:t xml:space="preserve"> high heel z </w:t>
            </w:r>
            <w:proofErr w:type="spellStart"/>
            <w:r w:rsidRPr="002B4315">
              <w:rPr>
                <w:sz w:val="16"/>
                <w:szCs w:val="16"/>
                <w:lang w:val="en-US" w:bidi="pl-PL"/>
              </w:rPr>
              <w:t>Yanisem</w:t>
            </w:r>
            <w:proofErr w:type="spellEnd"/>
            <w:r w:rsidRPr="002B4315">
              <w:rPr>
                <w:sz w:val="16"/>
                <w:szCs w:val="16"/>
                <w:lang w:val="en-US" w:bidi="pl-PL"/>
              </w:rPr>
              <w:t xml:space="preserve"> </w:t>
            </w:r>
            <w:proofErr w:type="spellStart"/>
            <w:r w:rsidRPr="002B4315">
              <w:rPr>
                <w:sz w:val="16"/>
                <w:szCs w:val="16"/>
                <w:lang w:val="en-US" w:bidi="pl-PL"/>
              </w:rPr>
              <w:t>Marshallem</w:t>
            </w:r>
            <w:proofErr w:type="spellEnd"/>
          </w:p>
          <w:p w14:paraId="0CF141AA" w14:textId="77777777" w:rsidR="00722702" w:rsidRPr="002B4315" w:rsidRDefault="00722702" w:rsidP="00722702">
            <w:pPr>
              <w:rPr>
                <w:sz w:val="16"/>
                <w:szCs w:val="16"/>
                <w:lang w:val="en-US" w:bidi="pl-PL"/>
              </w:rPr>
            </w:pPr>
            <w:r w:rsidRPr="002B4315">
              <w:rPr>
                <w:sz w:val="16"/>
                <w:szCs w:val="16"/>
                <w:lang w:val="en-US" w:bidi="pl-PL"/>
              </w:rPr>
              <w:t>•</w:t>
            </w:r>
            <w:r w:rsidRPr="002B4315">
              <w:rPr>
                <w:sz w:val="16"/>
                <w:szCs w:val="16"/>
                <w:lang w:val="en-US" w:bidi="pl-PL"/>
              </w:rPr>
              <w:tab/>
            </w:r>
            <w:proofErr w:type="spellStart"/>
            <w:r w:rsidRPr="002B4315">
              <w:rPr>
                <w:sz w:val="16"/>
                <w:szCs w:val="16"/>
                <w:lang w:val="en-US" w:bidi="pl-PL"/>
              </w:rPr>
              <w:t>Warsztaty</w:t>
            </w:r>
            <w:proofErr w:type="spellEnd"/>
            <w:r w:rsidRPr="002B4315">
              <w:rPr>
                <w:sz w:val="16"/>
                <w:szCs w:val="16"/>
                <w:lang w:val="en-US" w:bidi="pl-PL"/>
              </w:rPr>
              <w:t xml:space="preserve"> hip hop z Blake </w:t>
            </w:r>
            <w:proofErr w:type="spellStart"/>
            <w:r w:rsidRPr="002B4315">
              <w:rPr>
                <w:sz w:val="16"/>
                <w:szCs w:val="16"/>
                <w:lang w:val="en-US" w:bidi="pl-PL"/>
              </w:rPr>
              <w:t>McGrathem</w:t>
            </w:r>
            <w:proofErr w:type="spellEnd"/>
          </w:p>
          <w:p w14:paraId="1E70D074" w14:textId="77777777" w:rsidR="00722702" w:rsidRPr="002B4315" w:rsidRDefault="00722702" w:rsidP="00722702">
            <w:pPr>
              <w:rPr>
                <w:sz w:val="16"/>
                <w:szCs w:val="16"/>
                <w:lang w:bidi="pl-PL"/>
              </w:rPr>
            </w:pPr>
            <w:r w:rsidRPr="002B4315">
              <w:rPr>
                <w:sz w:val="16"/>
                <w:szCs w:val="16"/>
                <w:lang w:bidi="pl-PL"/>
              </w:rPr>
              <w:t>•</w:t>
            </w:r>
            <w:r w:rsidRPr="002B4315">
              <w:rPr>
                <w:sz w:val="16"/>
                <w:szCs w:val="16"/>
                <w:lang w:bidi="pl-PL"/>
              </w:rPr>
              <w:tab/>
              <w:t xml:space="preserve">Warsztaty hip hop z Mattem </w:t>
            </w:r>
            <w:proofErr w:type="spellStart"/>
            <w:r w:rsidRPr="002B4315">
              <w:rPr>
                <w:sz w:val="16"/>
                <w:szCs w:val="16"/>
                <w:lang w:bidi="pl-PL"/>
              </w:rPr>
              <w:t>Stefaniną</w:t>
            </w:r>
            <w:proofErr w:type="spellEnd"/>
          </w:p>
          <w:p w14:paraId="68F9C6BC" w14:textId="77777777" w:rsidR="00722702" w:rsidRPr="002B4315" w:rsidRDefault="00722702" w:rsidP="00722702">
            <w:pPr>
              <w:rPr>
                <w:sz w:val="16"/>
                <w:szCs w:val="16"/>
                <w:lang w:bidi="pl-PL"/>
              </w:rPr>
            </w:pPr>
            <w:r w:rsidRPr="002B4315">
              <w:rPr>
                <w:sz w:val="16"/>
                <w:szCs w:val="16"/>
                <w:lang w:bidi="pl-PL"/>
              </w:rPr>
              <w:t>•</w:t>
            </w:r>
            <w:r w:rsidRPr="002B4315">
              <w:rPr>
                <w:sz w:val="16"/>
                <w:szCs w:val="16"/>
                <w:lang w:bidi="pl-PL"/>
              </w:rPr>
              <w:tab/>
              <w:t xml:space="preserve">Warsztaty hip hop z Anthonym </w:t>
            </w:r>
            <w:proofErr w:type="spellStart"/>
            <w:r w:rsidRPr="002B4315">
              <w:rPr>
                <w:sz w:val="16"/>
                <w:szCs w:val="16"/>
                <w:lang w:bidi="pl-PL"/>
              </w:rPr>
              <w:t>Keyem</w:t>
            </w:r>
            <w:proofErr w:type="spellEnd"/>
          </w:p>
          <w:p w14:paraId="5149F6E8" w14:textId="77777777" w:rsidR="00722702" w:rsidRPr="002B4315" w:rsidRDefault="00722702" w:rsidP="00722702">
            <w:pPr>
              <w:rPr>
                <w:sz w:val="16"/>
                <w:szCs w:val="16"/>
                <w:lang w:bidi="pl-PL"/>
              </w:rPr>
            </w:pPr>
            <w:r w:rsidRPr="002B4315">
              <w:rPr>
                <w:sz w:val="16"/>
                <w:szCs w:val="16"/>
                <w:lang w:bidi="pl-PL"/>
              </w:rPr>
              <w:t>•</w:t>
            </w:r>
            <w:r w:rsidRPr="002B4315">
              <w:rPr>
                <w:sz w:val="16"/>
                <w:szCs w:val="16"/>
                <w:lang w:bidi="pl-PL"/>
              </w:rPr>
              <w:tab/>
              <w:t>Warsztaty burleski z Anną Redlin</w:t>
            </w:r>
          </w:p>
          <w:p w14:paraId="1D920F9B" w14:textId="77777777" w:rsidR="00722702" w:rsidRPr="002B4315" w:rsidRDefault="00722702" w:rsidP="00722702">
            <w:pPr>
              <w:rPr>
                <w:sz w:val="16"/>
                <w:szCs w:val="16"/>
                <w:lang w:bidi="pl-PL"/>
              </w:rPr>
            </w:pPr>
            <w:r w:rsidRPr="002B4315">
              <w:rPr>
                <w:sz w:val="16"/>
                <w:szCs w:val="16"/>
                <w:lang w:bidi="pl-PL"/>
              </w:rPr>
              <w:t>•</w:t>
            </w:r>
            <w:r w:rsidRPr="002B4315">
              <w:rPr>
                <w:sz w:val="16"/>
                <w:szCs w:val="16"/>
                <w:lang w:bidi="pl-PL"/>
              </w:rPr>
              <w:tab/>
              <w:t xml:space="preserve">Warsztaty </w:t>
            </w:r>
            <w:proofErr w:type="spellStart"/>
            <w:r w:rsidRPr="002B4315">
              <w:rPr>
                <w:sz w:val="16"/>
                <w:szCs w:val="16"/>
                <w:lang w:bidi="pl-PL"/>
              </w:rPr>
              <w:t>belly</w:t>
            </w:r>
            <w:proofErr w:type="spellEnd"/>
            <w:r w:rsidRPr="002B4315">
              <w:rPr>
                <w:sz w:val="16"/>
                <w:szCs w:val="16"/>
                <w:lang w:bidi="pl-PL"/>
              </w:rPr>
              <w:t xml:space="preserve"> dance z Martą Korzun</w:t>
            </w:r>
          </w:p>
          <w:p w14:paraId="076D6150" w14:textId="77777777" w:rsidR="00722702" w:rsidRPr="002B4315" w:rsidRDefault="00722702" w:rsidP="00722702">
            <w:pPr>
              <w:rPr>
                <w:sz w:val="16"/>
                <w:szCs w:val="16"/>
                <w:lang w:bidi="pl-PL"/>
              </w:rPr>
            </w:pPr>
            <w:r w:rsidRPr="002B4315">
              <w:rPr>
                <w:sz w:val="16"/>
                <w:szCs w:val="16"/>
                <w:lang w:bidi="pl-PL"/>
              </w:rPr>
              <w:t>•</w:t>
            </w:r>
            <w:r w:rsidRPr="002B4315">
              <w:rPr>
                <w:sz w:val="16"/>
                <w:szCs w:val="16"/>
                <w:lang w:bidi="pl-PL"/>
              </w:rPr>
              <w:tab/>
              <w:t xml:space="preserve">Warsztaty </w:t>
            </w:r>
            <w:proofErr w:type="spellStart"/>
            <w:r w:rsidRPr="002B4315">
              <w:rPr>
                <w:sz w:val="16"/>
                <w:szCs w:val="16"/>
                <w:lang w:bidi="pl-PL"/>
              </w:rPr>
              <w:t>tribal</w:t>
            </w:r>
            <w:proofErr w:type="spellEnd"/>
            <w:r w:rsidRPr="002B4315">
              <w:rPr>
                <w:sz w:val="16"/>
                <w:szCs w:val="16"/>
                <w:lang w:bidi="pl-PL"/>
              </w:rPr>
              <w:t xml:space="preserve"> </w:t>
            </w:r>
            <w:proofErr w:type="spellStart"/>
            <w:r w:rsidRPr="002B4315">
              <w:rPr>
                <w:sz w:val="16"/>
                <w:szCs w:val="16"/>
                <w:lang w:bidi="pl-PL"/>
              </w:rPr>
              <w:t>fusion</w:t>
            </w:r>
            <w:proofErr w:type="spellEnd"/>
            <w:r w:rsidRPr="002B4315">
              <w:rPr>
                <w:sz w:val="16"/>
                <w:szCs w:val="16"/>
                <w:lang w:bidi="pl-PL"/>
              </w:rPr>
              <w:t xml:space="preserve"> z Izą </w:t>
            </w:r>
            <w:proofErr w:type="spellStart"/>
            <w:r w:rsidRPr="002B4315">
              <w:rPr>
                <w:sz w:val="16"/>
                <w:szCs w:val="16"/>
                <w:lang w:bidi="pl-PL"/>
              </w:rPr>
              <w:t>Łogonowską</w:t>
            </w:r>
            <w:proofErr w:type="spellEnd"/>
          </w:p>
          <w:p w14:paraId="0A3AEFCA" w14:textId="77777777" w:rsidR="00722702" w:rsidRPr="002B4315" w:rsidRDefault="00722702" w:rsidP="00722702">
            <w:pPr>
              <w:rPr>
                <w:sz w:val="16"/>
                <w:szCs w:val="16"/>
                <w:lang w:bidi="pl-PL"/>
              </w:rPr>
            </w:pPr>
            <w:r w:rsidRPr="002B4315">
              <w:rPr>
                <w:sz w:val="16"/>
                <w:szCs w:val="16"/>
                <w:lang w:bidi="pl-PL"/>
              </w:rPr>
              <w:t>•</w:t>
            </w:r>
            <w:r w:rsidRPr="002B4315">
              <w:rPr>
                <w:sz w:val="16"/>
                <w:szCs w:val="16"/>
                <w:lang w:bidi="pl-PL"/>
              </w:rPr>
              <w:tab/>
              <w:t xml:space="preserve">Warsztaty hip </w:t>
            </w:r>
            <w:proofErr w:type="spellStart"/>
            <w:r w:rsidRPr="002B4315">
              <w:rPr>
                <w:sz w:val="16"/>
                <w:szCs w:val="16"/>
                <w:lang w:bidi="pl-PL"/>
              </w:rPr>
              <w:t>work</w:t>
            </w:r>
            <w:proofErr w:type="spellEnd"/>
            <w:r w:rsidRPr="002B4315">
              <w:rPr>
                <w:sz w:val="16"/>
                <w:szCs w:val="16"/>
                <w:lang w:bidi="pl-PL"/>
              </w:rPr>
              <w:t xml:space="preserve"> z Izą </w:t>
            </w:r>
            <w:proofErr w:type="spellStart"/>
            <w:r w:rsidRPr="002B4315">
              <w:rPr>
                <w:sz w:val="16"/>
                <w:szCs w:val="16"/>
                <w:lang w:bidi="pl-PL"/>
              </w:rPr>
              <w:t>Łogonowską</w:t>
            </w:r>
            <w:proofErr w:type="spellEnd"/>
          </w:p>
          <w:p w14:paraId="120DD4EE" w14:textId="77777777" w:rsidR="00722702" w:rsidRPr="002B4315" w:rsidRDefault="00722702" w:rsidP="00722702">
            <w:pPr>
              <w:rPr>
                <w:sz w:val="16"/>
                <w:szCs w:val="16"/>
                <w:lang w:bidi="pl-PL"/>
              </w:rPr>
            </w:pPr>
            <w:r w:rsidRPr="002B4315">
              <w:rPr>
                <w:sz w:val="16"/>
                <w:szCs w:val="16"/>
                <w:lang w:bidi="pl-PL"/>
              </w:rPr>
              <w:t>•</w:t>
            </w:r>
            <w:r w:rsidRPr="002B4315">
              <w:rPr>
                <w:sz w:val="16"/>
                <w:szCs w:val="16"/>
                <w:lang w:bidi="pl-PL"/>
              </w:rPr>
              <w:tab/>
              <w:t xml:space="preserve">Warsztaty jazz </w:t>
            </w:r>
            <w:proofErr w:type="spellStart"/>
            <w:r w:rsidRPr="002B4315">
              <w:rPr>
                <w:sz w:val="16"/>
                <w:szCs w:val="16"/>
                <w:lang w:bidi="pl-PL"/>
              </w:rPr>
              <w:t>funk</w:t>
            </w:r>
            <w:proofErr w:type="spellEnd"/>
            <w:r w:rsidRPr="002B4315">
              <w:rPr>
                <w:sz w:val="16"/>
                <w:szCs w:val="16"/>
                <w:lang w:bidi="pl-PL"/>
              </w:rPr>
              <w:t xml:space="preserve"> z Dana </w:t>
            </w:r>
            <w:proofErr w:type="spellStart"/>
            <w:r w:rsidRPr="002B4315">
              <w:rPr>
                <w:sz w:val="16"/>
                <w:szCs w:val="16"/>
                <w:lang w:bidi="pl-PL"/>
              </w:rPr>
              <w:t>Alexa</w:t>
            </w:r>
            <w:proofErr w:type="spellEnd"/>
          </w:p>
          <w:p w14:paraId="37AE58F2" w14:textId="53211BA6" w:rsidR="00722702" w:rsidRPr="002B4315" w:rsidRDefault="00722702" w:rsidP="00722702">
            <w:pPr>
              <w:rPr>
                <w:sz w:val="16"/>
                <w:szCs w:val="16"/>
                <w:lang w:val="en-US" w:bidi="pl-PL"/>
              </w:rPr>
            </w:pPr>
            <w:r w:rsidRPr="002B4315">
              <w:rPr>
                <w:sz w:val="16"/>
                <w:szCs w:val="16"/>
                <w:lang w:val="en-US" w:bidi="pl-PL"/>
              </w:rPr>
              <w:t>•</w:t>
            </w:r>
            <w:r w:rsidRPr="002B4315">
              <w:rPr>
                <w:sz w:val="16"/>
                <w:szCs w:val="16"/>
                <w:lang w:val="en-US" w:bidi="pl-PL"/>
              </w:rPr>
              <w:tab/>
            </w:r>
            <w:proofErr w:type="spellStart"/>
            <w:r w:rsidRPr="002B4315">
              <w:rPr>
                <w:sz w:val="16"/>
                <w:szCs w:val="16"/>
                <w:lang w:val="en-US" w:bidi="pl-PL"/>
              </w:rPr>
              <w:t>Warsztaty</w:t>
            </w:r>
            <w:proofErr w:type="spellEnd"/>
            <w:r w:rsidRPr="002B4315">
              <w:rPr>
                <w:sz w:val="16"/>
                <w:szCs w:val="16"/>
                <w:lang w:val="en-US" w:bidi="pl-PL"/>
              </w:rPr>
              <w:t xml:space="preserve"> high heel z Marissa Heart</w:t>
            </w:r>
          </w:p>
          <w:p w14:paraId="382E986E" w14:textId="71C531BB" w:rsidR="00722702" w:rsidRPr="002B4315" w:rsidRDefault="00722702" w:rsidP="00722702">
            <w:pPr>
              <w:rPr>
                <w:sz w:val="16"/>
                <w:szCs w:val="16"/>
                <w:lang w:bidi="pl-PL"/>
              </w:rPr>
            </w:pPr>
            <w:r w:rsidRPr="002B4315">
              <w:rPr>
                <w:sz w:val="16"/>
                <w:szCs w:val="16"/>
                <w:lang w:bidi="pl-PL"/>
              </w:rPr>
              <w:t xml:space="preserve">•            Warsztaty </w:t>
            </w:r>
            <w:proofErr w:type="spellStart"/>
            <w:r w:rsidRPr="002B4315">
              <w:rPr>
                <w:sz w:val="16"/>
                <w:szCs w:val="16"/>
                <w:lang w:bidi="pl-PL"/>
              </w:rPr>
              <w:t>floor</w:t>
            </w:r>
            <w:proofErr w:type="spellEnd"/>
            <w:r w:rsidRPr="002B4315">
              <w:rPr>
                <w:sz w:val="16"/>
                <w:szCs w:val="16"/>
                <w:lang w:bidi="pl-PL"/>
              </w:rPr>
              <w:t xml:space="preserve"> </w:t>
            </w:r>
            <w:proofErr w:type="spellStart"/>
            <w:r w:rsidRPr="002B4315">
              <w:rPr>
                <w:sz w:val="16"/>
                <w:szCs w:val="16"/>
                <w:lang w:bidi="pl-PL"/>
              </w:rPr>
              <w:t>work</w:t>
            </w:r>
            <w:proofErr w:type="spellEnd"/>
            <w:r w:rsidRPr="002B4315">
              <w:rPr>
                <w:sz w:val="16"/>
                <w:szCs w:val="16"/>
                <w:lang w:bidi="pl-PL"/>
              </w:rPr>
              <w:t xml:space="preserve"> z Kamilą </w:t>
            </w:r>
            <w:proofErr w:type="spellStart"/>
            <w:r w:rsidRPr="002B4315">
              <w:rPr>
                <w:sz w:val="16"/>
                <w:szCs w:val="16"/>
                <w:lang w:bidi="pl-PL"/>
              </w:rPr>
              <w:t>Kondartowicz</w:t>
            </w:r>
            <w:proofErr w:type="spellEnd"/>
          </w:p>
          <w:p w14:paraId="452E5449" w14:textId="1D644AD7" w:rsidR="00E60F30" w:rsidRPr="002B4315" w:rsidRDefault="00722702" w:rsidP="00722702">
            <w:pPr>
              <w:rPr>
                <w:sz w:val="16"/>
                <w:szCs w:val="16"/>
                <w:lang w:bidi="pl-PL"/>
              </w:rPr>
            </w:pPr>
            <w:r w:rsidRPr="002B4315">
              <w:rPr>
                <w:sz w:val="16"/>
                <w:szCs w:val="16"/>
                <w:lang w:bidi="pl-PL"/>
              </w:rPr>
              <w:t xml:space="preserve">•            Warsztaty </w:t>
            </w:r>
            <w:proofErr w:type="spellStart"/>
            <w:r w:rsidRPr="002B4315">
              <w:rPr>
                <w:sz w:val="16"/>
                <w:szCs w:val="16"/>
                <w:lang w:bidi="pl-PL"/>
              </w:rPr>
              <w:t>dancehall</w:t>
            </w:r>
            <w:proofErr w:type="spellEnd"/>
            <w:r w:rsidRPr="002B4315">
              <w:rPr>
                <w:sz w:val="16"/>
                <w:szCs w:val="16"/>
                <w:lang w:bidi="pl-PL"/>
              </w:rPr>
              <w:t xml:space="preserve"> </w:t>
            </w:r>
            <w:proofErr w:type="spellStart"/>
            <w:r w:rsidRPr="002B4315">
              <w:rPr>
                <w:sz w:val="16"/>
                <w:szCs w:val="16"/>
                <w:lang w:bidi="pl-PL"/>
              </w:rPr>
              <w:t>quenn</w:t>
            </w:r>
            <w:proofErr w:type="spellEnd"/>
            <w:r w:rsidRPr="002B4315">
              <w:rPr>
                <w:sz w:val="16"/>
                <w:szCs w:val="16"/>
                <w:lang w:bidi="pl-PL"/>
              </w:rPr>
              <w:t xml:space="preserve"> z Kamilą Kondratowicz</w:t>
            </w:r>
          </w:p>
          <w:p w14:paraId="56EA817E" w14:textId="0EEDBA83" w:rsidR="00BD0C0B" w:rsidRDefault="00722702" w:rsidP="00722702">
            <w:pPr>
              <w:rPr>
                <w:sz w:val="16"/>
                <w:szCs w:val="16"/>
                <w:lang w:bidi="pl-PL"/>
              </w:rPr>
            </w:pPr>
            <w:r w:rsidRPr="002B4315">
              <w:rPr>
                <w:sz w:val="16"/>
                <w:szCs w:val="16"/>
                <w:lang w:bidi="pl-PL"/>
              </w:rPr>
              <w:t>•</w:t>
            </w:r>
            <w:r w:rsidR="00E60F30">
              <w:rPr>
                <w:sz w:val="16"/>
                <w:szCs w:val="16"/>
                <w:lang w:bidi="pl-PL"/>
              </w:rPr>
              <w:t xml:space="preserve">            </w:t>
            </w:r>
            <w:r w:rsidRPr="002B4315">
              <w:rPr>
                <w:sz w:val="16"/>
                <w:szCs w:val="16"/>
                <w:lang w:bidi="pl-PL"/>
              </w:rPr>
              <w:t xml:space="preserve">Warsztaty </w:t>
            </w:r>
            <w:proofErr w:type="spellStart"/>
            <w:r w:rsidRPr="002B4315">
              <w:rPr>
                <w:sz w:val="16"/>
                <w:szCs w:val="16"/>
                <w:lang w:bidi="pl-PL"/>
              </w:rPr>
              <w:t>twerk</w:t>
            </w:r>
            <w:proofErr w:type="spellEnd"/>
            <w:r w:rsidRPr="002B4315">
              <w:rPr>
                <w:sz w:val="16"/>
                <w:szCs w:val="16"/>
                <w:lang w:bidi="pl-PL"/>
              </w:rPr>
              <w:t xml:space="preserve"> z </w:t>
            </w:r>
            <w:proofErr w:type="spellStart"/>
            <w:r w:rsidRPr="002B4315">
              <w:rPr>
                <w:sz w:val="16"/>
                <w:szCs w:val="16"/>
                <w:lang w:bidi="pl-PL"/>
              </w:rPr>
              <w:t>Tinze</w:t>
            </w:r>
            <w:proofErr w:type="spellEnd"/>
          </w:p>
          <w:p w14:paraId="3AF7F5D4" w14:textId="5BA769A5" w:rsidR="00E60F30" w:rsidRPr="00E60F30" w:rsidRDefault="00E60F30" w:rsidP="00E60F30">
            <w:pPr>
              <w:rPr>
                <w:sz w:val="16"/>
                <w:szCs w:val="16"/>
                <w:lang w:bidi="pl-PL"/>
              </w:rPr>
            </w:pPr>
            <w:r w:rsidRPr="00E60F30">
              <w:rPr>
                <w:sz w:val="16"/>
                <w:szCs w:val="16"/>
                <w:lang w:bidi="pl-PL"/>
              </w:rPr>
              <w:t>•</w:t>
            </w:r>
            <w:r w:rsidRPr="00E60F30">
              <w:rPr>
                <w:sz w:val="16"/>
                <w:szCs w:val="16"/>
                <w:lang w:bidi="pl-PL"/>
              </w:rPr>
              <w:t xml:space="preserve">            </w:t>
            </w:r>
            <w:r w:rsidRPr="00E60F30">
              <w:rPr>
                <w:sz w:val="16"/>
                <w:szCs w:val="16"/>
                <w:lang w:bidi="pl-PL"/>
              </w:rPr>
              <w:t xml:space="preserve">Warsztaty high </w:t>
            </w:r>
            <w:proofErr w:type="spellStart"/>
            <w:r w:rsidRPr="00E60F30">
              <w:rPr>
                <w:sz w:val="16"/>
                <w:szCs w:val="16"/>
                <w:lang w:bidi="pl-PL"/>
              </w:rPr>
              <w:t>heel</w:t>
            </w:r>
            <w:proofErr w:type="spellEnd"/>
            <w:r w:rsidRPr="00E60F30">
              <w:rPr>
                <w:sz w:val="16"/>
                <w:szCs w:val="16"/>
                <w:lang w:bidi="pl-PL"/>
              </w:rPr>
              <w:t xml:space="preserve"> z </w:t>
            </w:r>
            <w:r w:rsidRPr="00E60F30">
              <w:rPr>
                <w:sz w:val="16"/>
                <w:szCs w:val="16"/>
                <w:lang w:bidi="pl-PL"/>
              </w:rPr>
              <w:t>Da</w:t>
            </w:r>
            <w:r>
              <w:rPr>
                <w:sz w:val="16"/>
                <w:szCs w:val="16"/>
                <w:lang w:bidi="pl-PL"/>
              </w:rPr>
              <w:t xml:space="preserve">rią </w:t>
            </w:r>
            <w:proofErr w:type="spellStart"/>
            <w:r>
              <w:rPr>
                <w:sz w:val="16"/>
                <w:szCs w:val="16"/>
                <w:lang w:bidi="pl-PL"/>
              </w:rPr>
              <w:t>Jonc</w:t>
            </w:r>
            <w:proofErr w:type="spellEnd"/>
          </w:p>
          <w:p w14:paraId="559E9969" w14:textId="2C9F6D7E" w:rsidR="00E60F30" w:rsidRPr="00E60F30" w:rsidRDefault="00E60F30" w:rsidP="00E60F30">
            <w:pPr>
              <w:rPr>
                <w:sz w:val="16"/>
                <w:szCs w:val="16"/>
                <w:lang w:val="en-US" w:bidi="pl-PL"/>
              </w:rPr>
            </w:pPr>
            <w:r w:rsidRPr="00E60F30">
              <w:rPr>
                <w:sz w:val="16"/>
                <w:szCs w:val="16"/>
                <w:lang w:val="en-US" w:bidi="pl-PL"/>
              </w:rPr>
              <w:t xml:space="preserve">•            </w:t>
            </w:r>
            <w:r w:rsidRPr="00E60F30">
              <w:rPr>
                <w:sz w:val="16"/>
                <w:szCs w:val="16"/>
                <w:lang w:val="en-US" w:bidi="pl-PL"/>
              </w:rPr>
              <w:t xml:space="preserve">Camp </w:t>
            </w:r>
            <w:proofErr w:type="spellStart"/>
            <w:r w:rsidRPr="00E60F30">
              <w:rPr>
                <w:sz w:val="16"/>
                <w:szCs w:val="16"/>
                <w:lang w:val="en-US" w:bidi="pl-PL"/>
              </w:rPr>
              <w:t>taneczny</w:t>
            </w:r>
            <w:proofErr w:type="spellEnd"/>
            <w:r w:rsidRPr="00E60F30">
              <w:rPr>
                <w:sz w:val="16"/>
                <w:szCs w:val="16"/>
                <w:lang w:val="en-US" w:bidi="pl-PL"/>
              </w:rPr>
              <w:t xml:space="preserve"> twerk Chill Camp </w:t>
            </w:r>
          </w:p>
          <w:p w14:paraId="4070315A" w14:textId="246BCAA5" w:rsidR="00E60F30" w:rsidRPr="002B4315" w:rsidRDefault="00E60F30" w:rsidP="00E60F30">
            <w:pPr>
              <w:rPr>
                <w:sz w:val="16"/>
                <w:szCs w:val="16"/>
                <w:lang w:bidi="pl-PL"/>
              </w:rPr>
            </w:pPr>
            <w:r w:rsidRPr="002B4315">
              <w:rPr>
                <w:sz w:val="16"/>
                <w:szCs w:val="16"/>
                <w:lang w:bidi="pl-PL"/>
              </w:rPr>
              <w:t xml:space="preserve">•            </w:t>
            </w:r>
            <w:proofErr w:type="spellStart"/>
            <w:r>
              <w:rPr>
                <w:sz w:val="16"/>
                <w:szCs w:val="16"/>
                <w:lang w:bidi="pl-PL"/>
              </w:rPr>
              <w:t>Rvd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</w:t>
            </w:r>
            <w:proofErr w:type="spellStart"/>
            <w:r>
              <w:rPr>
                <w:sz w:val="16"/>
                <w:szCs w:val="16"/>
                <w:lang w:bidi="pl-PL"/>
              </w:rPr>
              <w:t>camp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taneczny </w:t>
            </w:r>
            <w:proofErr w:type="spellStart"/>
            <w:r>
              <w:rPr>
                <w:sz w:val="16"/>
                <w:szCs w:val="16"/>
                <w:lang w:bidi="pl-PL"/>
              </w:rPr>
              <w:t>twerk</w:t>
            </w:r>
            <w:proofErr w:type="spellEnd"/>
          </w:p>
          <w:p w14:paraId="2B222C3A" w14:textId="55E6A4A3" w:rsidR="00E60F30" w:rsidRDefault="00E60F30" w:rsidP="00E60F30">
            <w:pPr>
              <w:rPr>
                <w:sz w:val="16"/>
                <w:szCs w:val="16"/>
                <w:lang w:bidi="pl-PL"/>
              </w:rPr>
            </w:pPr>
            <w:r w:rsidRPr="002B4315">
              <w:rPr>
                <w:sz w:val="16"/>
                <w:szCs w:val="16"/>
                <w:lang w:bidi="pl-PL"/>
              </w:rPr>
              <w:t>•</w:t>
            </w:r>
            <w:r>
              <w:rPr>
                <w:sz w:val="16"/>
                <w:szCs w:val="16"/>
                <w:lang w:bidi="pl-PL"/>
              </w:rPr>
              <w:t xml:space="preserve">            </w:t>
            </w:r>
            <w:r>
              <w:rPr>
                <w:sz w:val="16"/>
                <w:szCs w:val="16"/>
                <w:lang w:bidi="pl-PL"/>
              </w:rPr>
              <w:t xml:space="preserve">High </w:t>
            </w:r>
            <w:proofErr w:type="spellStart"/>
            <w:r>
              <w:rPr>
                <w:sz w:val="16"/>
                <w:szCs w:val="16"/>
                <w:lang w:bidi="pl-PL"/>
              </w:rPr>
              <w:t>heel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</w:t>
            </w:r>
            <w:proofErr w:type="spellStart"/>
            <w:proofErr w:type="gramStart"/>
            <w:r>
              <w:rPr>
                <w:sz w:val="16"/>
                <w:szCs w:val="16"/>
                <w:lang w:bidi="pl-PL"/>
              </w:rPr>
              <w:t>project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 z</w:t>
            </w:r>
            <w:proofErr w:type="gramEnd"/>
            <w:r>
              <w:rPr>
                <w:sz w:val="16"/>
                <w:szCs w:val="16"/>
                <w:lang w:bidi="pl-PL"/>
              </w:rPr>
              <w:t xml:space="preserve"> Eweliną </w:t>
            </w:r>
            <w:proofErr w:type="spellStart"/>
            <w:r>
              <w:rPr>
                <w:sz w:val="16"/>
                <w:szCs w:val="16"/>
                <w:lang w:bidi="pl-PL"/>
              </w:rPr>
              <w:t>Polnicką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i </w:t>
            </w:r>
            <w:proofErr w:type="spellStart"/>
            <w:r>
              <w:rPr>
                <w:sz w:val="16"/>
                <w:szCs w:val="16"/>
                <w:lang w:bidi="pl-PL"/>
              </w:rPr>
              <w:t>Venetia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</w:t>
            </w:r>
            <w:proofErr w:type="spellStart"/>
            <w:r>
              <w:rPr>
                <w:sz w:val="16"/>
                <w:szCs w:val="16"/>
                <w:lang w:bidi="pl-PL"/>
              </w:rPr>
              <w:t>Zipporah</w:t>
            </w:r>
            <w:proofErr w:type="spellEnd"/>
          </w:p>
          <w:p w14:paraId="58BED984" w14:textId="799F3AAE" w:rsidR="00E60F30" w:rsidRPr="00E60F30" w:rsidRDefault="00E60F30" w:rsidP="00E60F30">
            <w:pPr>
              <w:rPr>
                <w:sz w:val="16"/>
                <w:szCs w:val="16"/>
                <w:lang w:bidi="pl-PL"/>
              </w:rPr>
            </w:pPr>
            <w:r w:rsidRPr="00E60F30">
              <w:rPr>
                <w:sz w:val="16"/>
                <w:szCs w:val="16"/>
                <w:lang w:bidi="pl-PL"/>
              </w:rPr>
              <w:t xml:space="preserve">•            Warsztaty </w:t>
            </w:r>
            <w:r w:rsidRPr="00E60F30">
              <w:rPr>
                <w:sz w:val="16"/>
                <w:szCs w:val="16"/>
                <w:lang w:bidi="pl-PL"/>
              </w:rPr>
              <w:t xml:space="preserve">high </w:t>
            </w:r>
            <w:proofErr w:type="spellStart"/>
            <w:r w:rsidRPr="00E60F30">
              <w:rPr>
                <w:sz w:val="16"/>
                <w:szCs w:val="16"/>
                <w:lang w:bidi="pl-PL"/>
              </w:rPr>
              <w:t>heels</w:t>
            </w:r>
            <w:proofErr w:type="spellEnd"/>
            <w:r w:rsidRPr="00E60F30">
              <w:rPr>
                <w:sz w:val="16"/>
                <w:szCs w:val="16"/>
                <w:lang w:bidi="pl-PL"/>
              </w:rPr>
              <w:t xml:space="preserve"> z Melissą </w:t>
            </w:r>
            <w:proofErr w:type="spellStart"/>
            <w:r w:rsidRPr="00E60F30">
              <w:rPr>
                <w:sz w:val="16"/>
                <w:szCs w:val="16"/>
                <w:lang w:bidi="pl-PL"/>
              </w:rPr>
              <w:t>Barlow</w:t>
            </w:r>
            <w:proofErr w:type="spellEnd"/>
          </w:p>
          <w:p w14:paraId="2CAB9118" w14:textId="12B6579F" w:rsidR="00E60F30" w:rsidRPr="002B4315" w:rsidRDefault="00E60F30" w:rsidP="00E60F30">
            <w:pPr>
              <w:rPr>
                <w:sz w:val="16"/>
                <w:szCs w:val="16"/>
                <w:lang w:bidi="pl-PL"/>
              </w:rPr>
            </w:pPr>
            <w:r w:rsidRPr="002B4315">
              <w:rPr>
                <w:sz w:val="16"/>
                <w:szCs w:val="16"/>
                <w:lang w:bidi="pl-PL"/>
              </w:rPr>
              <w:t xml:space="preserve">•            Warsztaty </w:t>
            </w:r>
            <w:r>
              <w:rPr>
                <w:sz w:val="16"/>
                <w:szCs w:val="16"/>
                <w:lang w:bidi="pl-PL"/>
              </w:rPr>
              <w:t xml:space="preserve">high </w:t>
            </w:r>
            <w:proofErr w:type="spellStart"/>
            <w:r>
              <w:rPr>
                <w:sz w:val="16"/>
                <w:szCs w:val="16"/>
                <w:lang w:bidi="pl-PL"/>
              </w:rPr>
              <w:t>heels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z Suzie </w:t>
            </w:r>
            <w:proofErr w:type="spellStart"/>
            <w:r>
              <w:rPr>
                <w:sz w:val="16"/>
                <w:szCs w:val="16"/>
                <w:lang w:bidi="pl-PL"/>
              </w:rPr>
              <w:t>Pacołowską</w:t>
            </w:r>
            <w:proofErr w:type="spellEnd"/>
          </w:p>
          <w:p w14:paraId="4CEA0E06" w14:textId="179FFC33" w:rsidR="00E60F30" w:rsidRPr="00E60F30" w:rsidRDefault="00E60F30" w:rsidP="00E60F30">
            <w:pPr>
              <w:rPr>
                <w:sz w:val="16"/>
                <w:szCs w:val="16"/>
                <w:lang w:val="en-US" w:bidi="pl-PL"/>
              </w:rPr>
            </w:pPr>
            <w:r w:rsidRPr="00E60F30">
              <w:rPr>
                <w:sz w:val="16"/>
                <w:szCs w:val="16"/>
                <w:lang w:val="en-US" w:bidi="pl-PL"/>
              </w:rPr>
              <w:t xml:space="preserve">•            </w:t>
            </w:r>
            <w:proofErr w:type="spellStart"/>
            <w:r w:rsidRPr="00E60F30">
              <w:rPr>
                <w:sz w:val="16"/>
                <w:szCs w:val="16"/>
                <w:lang w:val="en-US" w:bidi="pl-PL"/>
              </w:rPr>
              <w:t>Warsztaty</w:t>
            </w:r>
            <w:proofErr w:type="spellEnd"/>
            <w:r w:rsidRPr="00E60F30">
              <w:rPr>
                <w:sz w:val="16"/>
                <w:szCs w:val="16"/>
                <w:lang w:val="en-US" w:bidi="pl-PL"/>
              </w:rPr>
              <w:t xml:space="preserve"> </w:t>
            </w:r>
            <w:r w:rsidRPr="00E60F30">
              <w:rPr>
                <w:sz w:val="16"/>
                <w:szCs w:val="16"/>
                <w:lang w:val="en-US" w:bidi="pl-PL"/>
              </w:rPr>
              <w:t xml:space="preserve">high heels z </w:t>
            </w:r>
            <w:proofErr w:type="spellStart"/>
            <w:r w:rsidRPr="00E60F30">
              <w:rPr>
                <w:sz w:val="16"/>
                <w:szCs w:val="16"/>
                <w:lang w:val="en-US" w:bidi="pl-PL"/>
              </w:rPr>
              <w:t>Be</w:t>
            </w:r>
            <w:r>
              <w:rPr>
                <w:sz w:val="16"/>
                <w:szCs w:val="16"/>
                <w:lang w:val="en-US" w:bidi="pl-PL"/>
              </w:rPr>
              <w:t>aulexx</w:t>
            </w:r>
            <w:proofErr w:type="spellEnd"/>
          </w:p>
          <w:p w14:paraId="4A28E0E2" w14:textId="77777777" w:rsidR="00E60F30" w:rsidRPr="00E60F30" w:rsidRDefault="00E60F30" w:rsidP="00E60F30">
            <w:pPr>
              <w:rPr>
                <w:sz w:val="16"/>
                <w:szCs w:val="16"/>
                <w:lang w:bidi="pl-PL"/>
              </w:rPr>
            </w:pPr>
            <w:r w:rsidRPr="00E60F30">
              <w:rPr>
                <w:sz w:val="16"/>
                <w:szCs w:val="16"/>
                <w:lang w:bidi="pl-PL"/>
              </w:rPr>
              <w:t xml:space="preserve">•            Warsztaty high </w:t>
            </w:r>
            <w:proofErr w:type="spellStart"/>
            <w:r w:rsidRPr="00E60F30">
              <w:rPr>
                <w:sz w:val="16"/>
                <w:szCs w:val="16"/>
                <w:lang w:bidi="pl-PL"/>
              </w:rPr>
              <w:t>heel</w:t>
            </w:r>
            <w:proofErr w:type="spellEnd"/>
            <w:r w:rsidRPr="00E60F30">
              <w:rPr>
                <w:sz w:val="16"/>
                <w:szCs w:val="16"/>
                <w:lang w:bidi="pl-PL"/>
              </w:rPr>
              <w:t xml:space="preserve"> z Da</w:t>
            </w:r>
            <w:r>
              <w:rPr>
                <w:sz w:val="16"/>
                <w:szCs w:val="16"/>
                <w:lang w:bidi="pl-PL"/>
              </w:rPr>
              <w:t xml:space="preserve">rią </w:t>
            </w:r>
            <w:proofErr w:type="spellStart"/>
            <w:r>
              <w:rPr>
                <w:sz w:val="16"/>
                <w:szCs w:val="16"/>
                <w:lang w:bidi="pl-PL"/>
              </w:rPr>
              <w:t>Jonc</w:t>
            </w:r>
            <w:proofErr w:type="spellEnd"/>
          </w:p>
          <w:p w14:paraId="1D481CBD" w14:textId="2552ABCB" w:rsidR="00E60F30" w:rsidRPr="00E60F30" w:rsidRDefault="00E60F30" w:rsidP="00E60F30">
            <w:pPr>
              <w:rPr>
                <w:sz w:val="16"/>
                <w:szCs w:val="16"/>
                <w:lang w:val="en-US" w:bidi="pl-PL"/>
              </w:rPr>
            </w:pPr>
            <w:r w:rsidRPr="00E60F30">
              <w:rPr>
                <w:sz w:val="16"/>
                <w:szCs w:val="16"/>
                <w:lang w:val="en-US" w:bidi="pl-PL"/>
              </w:rPr>
              <w:t xml:space="preserve">•            Camp </w:t>
            </w:r>
            <w:proofErr w:type="spellStart"/>
            <w:r w:rsidRPr="00E60F30">
              <w:rPr>
                <w:sz w:val="16"/>
                <w:szCs w:val="16"/>
                <w:lang w:val="en-US" w:bidi="pl-PL"/>
              </w:rPr>
              <w:t>taneczny</w:t>
            </w:r>
            <w:proofErr w:type="spellEnd"/>
            <w:r w:rsidRPr="00E60F30">
              <w:rPr>
                <w:sz w:val="16"/>
                <w:szCs w:val="16"/>
                <w:lang w:val="en-US" w:bidi="pl-PL"/>
              </w:rPr>
              <w:t xml:space="preserve"> twerk Chill Camp </w:t>
            </w:r>
            <w:r>
              <w:rPr>
                <w:sz w:val="16"/>
                <w:szCs w:val="16"/>
                <w:lang w:val="en-US" w:bidi="pl-PL"/>
              </w:rPr>
              <w:t xml:space="preserve">Veroniki </w:t>
            </w:r>
            <w:proofErr w:type="spellStart"/>
            <w:r>
              <w:rPr>
                <w:sz w:val="16"/>
                <w:szCs w:val="16"/>
                <w:lang w:val="en-US" w:bidi="pl-PL"/>
              </w:rPr>
              <w:t>Mosiichuk</w:t>
            </w:r>
            <w:proofErr w:type="spellEnd"/>
          </w:p>
          <w:p w14:paraId="728341F1" w14:textId="6E4427B1" w:rsidR="00E60F30" w:rsidRPr="00E60F30" w:rsidRDefault="00E60F30" w:rsidP="00E60F30">
            <w:pPr>
              <w:rPr>
                <w:sz w:val="16"/>
                <w:szCs w:val="16"/>
                <w:lang w:bidi="pl-PL"/>
              </w:rPr>
            </w:pPr>
            <w:r w:rsidRPr="00E60F30">
              <w:rPr>
                <w:sz w:val="16"/>
                <w:szCs w:val="16"/>
                <w:lang w:bidi="pl-PL"/>
              </w:rPr>
              <w:lastRenderedPageBreak/>
              <w:t xml:space="preserve">•            </w:t>
            </w:r>
            <w:r w:rsidRPr="00E60F30">
              <w:rPr>
                <w:sz w:val="16"/>
                <w:szCs w:val="16"/>
                <w:lang w:bidi="pl-PL"/>
              </w:rPr>
              <w:t>W</w:t>
            </w:r>
            <w:r>
              <w:rPr>
                <w:sz w:val="16"/>
                <w:szCs w:val="16"/>
                <w:lang w:bidi="pl-PL"/>
              </w:rPr>
              <w:t xml:space="preserve">arsztaty High </w:t>
            </w:r>
            <w:proofErr w:type="spellStart"/>
            <w:r>
              <w:rPr>
                <w:sz w:val="16"/>
                <w:szCs w:val="16"/>
                <w:lang w:bidi="pl-PL"/>
              </w:rPr>
              <w:t>heels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z </w:t>
            </w:r>
            <w:proofErr w:type="spellStart"/>
            <w:r>
              <w:rPr>
                <w:sz w:val="16"/>
                <w:szCs w:val="16"/>
                <w:lang w:bidi="pl-PL"/>
              </w:rPr>
              <w:t>Tinze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</w:t>
            </w:r>
          </w:p>
          <w:p w14:paraId="3085BF1A" w14:textId="77777777" w:rsidR="00E60F30" w:rsidRDefault="00E60F30" w:rsidP="00E60F30">
            <w:pPr>
              <w:rPr>
                <w:sz w:val="16"/>
                <w:szCs w:val="16"/>
                <w:lang w:bidi="pl-PL"/>
              </w:rPr>
            </w:pPr>
            <w:r w:rsidRPr="00E60F30">
              <w:rPr>
                <w:sz w:val="16"/>
                <w:szCs w:val="16"/>
                <w:lang w:bidi="pl-PL"/>
              </w:rPr>
              <w:t xml:space="preserve">•            High </w:t>
            </w:r>
            <w:proofErr w:type="spellStart"/>
            <w:r w:rsidRPr="00E60F30">
              <w:rPr>
                <w:sz w:val="16"/>
                <w:szCs w:val="16"/>
                <w:lang w:bidi="pl-PL"/>
              </w:rPr>
              <w:t>heel</w:t>
            </w:r>
            <w:proofErr w:type="spellEnd"/>
            <w:r w:rsidRPr="00E60F30">
              <w:rPr>
                <w:sz w:val="16"/>
                <w:szCs w:val="16"/>
                <w:lang w:bidi="pl-PL"/>
              </w:rPr>
              <w:t xml:space="preserve"> </w:t>
            </w:r>
            <w:proofErr w:type="spellStart"/>
            <w:proofErr w:type="gramStart"/>
            <w:r w:rsidRPr="00E60F30">
              <w:rPr>
                <w:sz w:val="16"/>
                <w:szCs w:val="16"/>
                <w:lang w:bidi="pl-PL"/>
              </w:rPr>
              <w:t>project</w:t>
            </w:r>
            <w:proofErr w:type="spellEnd"/>
            <w:r w:rsidRPr="00E60F30">
              <w:rPr>
                <w:sz w:val="16"/>
                <w:szCs w:val="16"/>
                <w:lang w:bidi="pl-PL"/>
              </w:rPr>
              <w:t xml:space="preserve">  z</w:t>
            </w:r>
            <w:proofErr w:type="gramEnd"/>
            <w:r w:rsidRPr="00E60F30">
              <w:rPr>
                <w:sz w:val="16"/>
                <w:szCs w:val="16"/>
                <w:lang w:bidi="pl-PL"/>
              </w:rPr>
              <w:t xml:space="preserve"> Eweliną </w:t>
            </w:r>
            <w:proofErr w:type="spellStart"/>
            <w:r w:rsidRPr="00E60F30">
              <w:rPr>
                <w:sz w:val="16"/>
                <w:szCs w:val="16"/>
                <w:lang w:bidi="pl-PL"/>
              </w:rPr>
              <w:t>Polnicką</w:t>
            </w:r>
            <w:proofErr w:type="spellEnd"/>
            <w:r w:rsidRPr="00E60F30">
              <w:rPr>
                <w:sz w:val="16"/>
                <w:szCs w:val="16"/>
                <w:lang w:bidi="pl-PL"/>
              </w:rPr>
              <w:t xml:space="preserve"> i </w:t>
            </w:r>
            <w:proofErr w:type="spellStart"/>
            <w:r w:rsidRPr="00E60F30">
              <w:rPr>
                <w:sz w:val="16"/>
                <w:szCs w:val="16"/>
                <w:lang w:bidi="pl-PL"/>
              </w:rPr>
              <w:t>Venetia</w:t>
            </w:r>
            <w:proofErr w:type="spellEnd"/>
            <w:r w:rsidRPr="00E60F30">
              <w:rPr>
                <w:sz w:val="16"/>
                <w:szCs w:val="16"/>
                <w:lang w:bidi="pl-PL"/>
              </w:rPr>
              <w:t xml:space="preserve"> </w:t>
            </w:r>
            <w:proofErr w:type="spellStart"/>
            <w:r w:rsidRPr="00E60F30">
              <w:rPr>
                <w:sz w:val="16"/>
                <w:szCs w:val="16"/>
                <w:lang w:bidi="pl-PL"/>
              </w:rPr>
              <w:t>Zipporah</w:t>
            </w:r>
            <w:proofErr w:type="spellEnd"/>
          </w:p>
          <w:p w14:paraId="415CE6BE" w14:textId="15FC0241" w:rsidR="00E60F30" w:rsidRDefault="00E60F30" w:rsidP="00E60F30">
            <w:pPr>
              <w:rPr>
                <w:sz w:val="16"/>
                <w:szCs w:val="16"/>
                <w:lang w:val="en-US" w:bidi="pl-PL"/>
              </w:rPr>
            </w:pPr>
            <w:r w:rsidRPr="00E60F30">
              <w:rPr>
                <w:sz w:val="16"/>
                <w:szCs w:val="16"/>
                <w:lang w:val="en-US" w:bidi="pl-PL"/>
              </w:rPr>
              <w:t xml:space="preserve">•            High heel </w:t>
            </w:r>
            <w:r w:rsidRPr="00E60F30">
              <w:rPr>
                <w:sz w:val="16"/>
                <w:szCs w:val="16"/>
                <w:lang w:val="en-US" w:bidi="pl-PL"/>
              </w:rPr>
              <w:t>z Ola F</w:t>
            </w:r>
            <w:r>
              <w:rPr>
                <w:sz w:val="16"/>
                <w:szCs w:val="16"/>
                <w:lang w:val="en-US" w:bidi="pl-PL"/>
              </w:rPr>
              <w:t xml:space="preserve">ry </w:t>
            </w:r>
          </w:p>
          <w:p w14:paraId="11481BDA" w14:textId="1574F98D" w:rsidR="001F27F4" w:rsidRPr="001F27F4" w:rsidRDefault="001F27F4" w:rsidP="001F27F4">
            <w:pPr>
              <w:rPr>
                <w:sz w:val="16"/>
                <w:szCs w:val="16"/>
                <w:lang w:bidi="pl-PL"/>
              </w:rPr>
            </w:pPr>
            <w:r w:rsidRPr="001F27F4">
              <w:rPr>
                <w:sz w:val="16"/>
                <w:szCs w:val="16"/>
                <w:lang w:bidi="pl-PL"/>
              </w:rPr>
              <w:t xml:space="preserve">•            Warsztaty </w:t>
            </w:r>
            <w:proofErr w:type="spellStart"/>
            <w:r w:rsidRPr="001F27F4">
              <w:rPr>
                <w:sz w:val="16"/>
                <w:szCs w:val="16"/>
                <w:lang w:bidi="pl-PL"/>
              </w:rPr>
              <w:t>tw</w:t>
            </w:r>
            <w:r>
              <w:rPr>
                <w:sz w:val="16"/>
                <w:szCs w:val="16"/>
                <w:lang w:bidi="pl-PL"/>
              </w:rPr>
              <w:t>erk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z </w:t>
            </w:r>
            <w:proofErr w:type="spellStart"/>
            <w:r>
              <w:rPr>
                <w:sz w:val="16"/>
                <w:szCs w:val="16"/>
                <w:lang w:bidi="pl-PL"/>
              </w:rPr>
              <w:t>LaPopitą</w:t>
            </w:r>
            <w:proofErr w:type="spellEnd"/>
          </w:p>
          <w:p w14:paraId="166125F5" w14:textId="27AD47A6" w:rsidR="001F27F4" w:rsidRPr="001F27F4" w:rsidRDefault="001F27F4" w:rsidP="001F27F4">
            <w:pPr>
              <w:rPr>
                <w:sz w:val="16"/>
                <w:szCs w:val="16"/>
                <w:lang w:bidi="pl-PL"/>
              </w:rPr>
            </w:pPr>
            <w:r w:rsidRPr="001F27F4">
              <w:rPr>
                <w:sz w:val="16"/>
                <w:szCs w:val="16"/>
                <w:lang w:bidi="pl-PL"/>
              </w:rPr>
              <w:t xml:space="preserve">•            </w:t>
            </w:r>
            <w:r>
              <w:rPr>
                <w:sz w:val="16"/>
                <w:szCs w:val="16"/>
                <w:lang w:bidi="pl-PL"/>
              </w:rPr>
              <w:t xml:space="preserve">Warsztaty </w:t>
            </w:r>
            <w:proofErr w:type="spellStart"/>
            <w:r>
              <w:rPr>
                <w:sz w:val="16"/>
                <w:szCs w:val="16"/>
                <w:lang w:bidi="pl-PL"/>
              </w:rPr>
              <w:t>Reggeton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oraz salsa z Anitą Hoffmann</w:t>
            </w:r>
          </w:p>
          <w:p w14:paraId="27F9DE7B" w14:textId="5414F0E7" w:rsidR="001F27F4" w:rsidRDefault="001F27F4" w:rsidP="001F27F4">
            <w:pPr>
              <w:rPr>
                <w:sz w:val="16"/>
                <w:szCs w:val="16"/>
                <w:lang w:bidi="pl-PL"/>
              </w:rPr>
            </w:pPr>
            <w:r w:rsidRPr="001F27F4">
              <w:rPr>
                <w:sz w:val="16"/>
                <w:szCs w:val="16"/>
                <w:lang w:bidi="pl-PL"/>
              </w:rPr>
              <w:t xml:space="preserve">•            </w:t>
            </w:r>
            <w:r>
              <w:rPr>
                <w:sz w:val="16"/>
                <w:szCs w:val="16"/>
                <w:lang w:bidi="pl-PL"/>
              </w:rPr>
              <w:t xml:space="preserve">Warsztaty </w:t>
            </w:r>
            <w:proofErr w:type="spellStart"/>
            <w:r>
              <w:rPr>
                <w:sz w:val="16"/>
                <w:szCs w:val="16"/>
                <w:lang w:bidi="pl-PL"/>
              </w:rPr>
              <w:t>Twerk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z Wiktorią Piwko</w:t>
            </w:r>
          </w:p>
          <w:p w14:paraId="40A3B47A" w14:textId="68216AD9" w:rsidR="001F27F4" w:rsidRPr="00E60F30" w:rsidRDefault="001F27F4" w:rsidP="001F27F4">
            <w:pPr>
              <w:rPr>
                <w:sz w:val="16"/>
                <w:szCs w:val="16"/>
                <w:lang w:bidi="pl-PL"/>
              </w:rPr>
            </w:pPr>
            <w:r w:rsidRPr="00E60F30">
              <w:rPr>
                <w:sz w:val="16"/>
                <w:szCs w:val="16"/>
                <w:lang w:bidi="pl-PL"/>
              </w:rPr>
              <w:t>•            W</w:t>
            </w:r>
            <w:r>
              <w:rPr>
                <w:sz w:val="16"/>
                <w:szCs w:val="16"/>
                <w:lang w:bidi="pl-PL"/>
              </w:rPr>
              <w:t xml:space="preserve">arsztaty </w:t>
            </w:r>
            <w:proofErr w:type="spellStart"/>
            <w:r>
              <w:rPr>
                <w:sz w:val="16"/>
                <w:szCs w:val="16"/>
                <w:lang w:bidi="pl-PL"/>
              </w:rPr>
              <w:t>Twerk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</w:t>
            </w:r>
            <w:proofErr w:type="spellStart"/>
            <w:r>
              <w:rPr>
                <w:sz w:val="16"/>
                <w:szCs w:val="16"/>
                <w:lang w:bidi="pl-PL"/>
              </w:rPr>
              <w:t>Heels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z </w:t>
            </w:r>
            <w:proofErr w:type="spellStart"/>
            <w:r>
              <w:rPr>
                <w:sz w:val="16"/>
                <w:szCs w:val="16"/>
                <w:lang w:bidi="pl-PL"/>
              </w:rPr>
              <w:t>Juicy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Julia </w:t>
            </w:r>
          </w:p>
          <w:p w14:paraId="634F80EA" w14:textId="059288FE" w:rsidR="001F27F4" w:rsidRPr="001F27F4" w:rsidRDefault="001F27F4" w:rsidP="001F27F4">
            <w:pPr>
              <w:rPr>
                <w:sz w:val="16"/>
                <w:szCs w:val="16"/>
                <w:lang w:bidi="pl-PL"/>
              </w:rPr>
            </w:pPr>
            <w:r w:rsidRPr="001F27F4">
              <w:rPr>
                <w:sz w:val="16"/>
                <w:szCs w:val="16"/>
                <w:lang w:bidi="pl-PL"/>
              </w:rPr>
              <w:t xml:space="preserve">•            </w:t>
            </w:r>
            <w:r w:rsidRPr="001F27F4">
              <w:rPr>
                <w:sz w:val="16"/>
                <w:szCs w:val="16"/>
                <w:lang w:bidi="pl-PL"/>
              </w:rPr>
              <w:t xml:space="preserve">Warsztaty </w:t>
            </w:r>
            <w:proofErr w:type="spellStart"/>
            <w:r w:rsidRPr="001F27F4">
              <w:rPr>
                <w:sz w:val="16"/>
                <w:szCs w:val="16"/>
                <w:lang w:bidi="pl-PL"/>
              </w:rPr>
              <w:t>twerk</w:t>
            </w:r>
            <w:proofErr w:type="spellEnd"/>
            <w:r w:rsidRPr="001F27F4">
              <w:rPr>
                <w:sz w:val="16"/>
                <w:szCs w:val="16"/>
                <w:lang w:bidi="pl-PL"/>
              </w:rPr>
              <w:t xml:space="preserve"> in </w:t>
            </w:r>
            <w:proofErr w:type="spellStart"/>
            <w:r w:rsidRPr="001F27F4">
              <w:rPr>
                <w:sz w:val="16"/>
                <w:szCs w:val="16"/>
                <w:lang w:bidi="pl-PL"/>
              </w:rPr>
              <w:t>Heels</w:t>
            </w:r>
            <w:proofErr w:type="spellEnd"/>
            <w:r w:rsidRPr="001F27F4">
              <w:rPr>
                <w:sz w:val="16"/>
                <w:szCs w:val="16"/>
                <w:lang w:bidi="pl-PL"/>
              </w:rPr>
              <w:t xml:space="preserve"> z </w:t>
            </w:r>
            <w:proofErr w:type="spellStart"/>
            <w:r w:rsidRPr="001F27F4">
              <w:rPr>
                <w:sz w:val="16"/>
                <w:szCs w:val="16"/>
                <w:lang w:bidi="pl-PL"/>
              </w:rPr>
              <w:t>Glitska</w:t>
            </w:r>
            <w:proofErr w:type="spellEnd"/>
            <w:r w:rsidRPr="001F27F4">
              <w:rPr>
                <w:sz w:val="16"/>
                <w:szCs w:val="16"/>
                <w:lang w:bidi="pl-PL"/>
              </w:rPr>
              <w:t xml:space="preserve"> </w:t>
            </w:r>
            <w:proofErr w:type="spellStart"/>
            <w:r w:rsidRPr="001F27F4">
              <w:rPr>
                <w:sz w:val="16"/>
                <w:szCs w:val="16"/>
                <w:lang w:bidi="pl-PL"/>
              </w:rPr>
              <w:t>Da</w:t>
            </w:r>
            <w:r>
              <w:rPr>
                <w:sz w:val="16"/>
                <w:szCs w:val="16"/>
                <w:lang w:bidi="pl-PL"/>
              </w:rPr>
              <w:t>ren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</w:t>
            </w:r>
          </w:p>
          <w:p w14:paraId="7C116D9E" w14:textId="67D01F40" w:rsidR="001F27F4" w:rsidRPr="001F27F4" w:rsidRDefault="001F27F4" w:rsidP="001F27F4">
            <w:pPr>
              <w:rPr>
                <w:sz w:val="16"/>
                <w:szCs w:val="16"/>
                <w:lang w:bidi="pl-PL"/>
              </w:rPr>
            </w:pPr>
            <w:r w:rsidRPr="001F27F4">
              <w:rPr>
                <w:sz w:val="16"/>
                <w:szCs w:val="16"/>
                <w:lang w:bidi="pl-PL"/>
              </w:rPr>
              <w:t xml:space="preserve">•      </w:t>
            </w:r>
            <w:r w:rsidRPr="001F27F4">
              <w:rPr>
                <w:sz w:val="16"/>
                <w:szCs w:val="16"/>
                <w:lang w:bidi="pl-PL"/>
              </w:rPr>
              <w:t xml:space="preserve"> </w:t>
            </w:r>
            <w:r>
              <w:rPr>
                <w:sz w:val="16"/>
                <w:szCs w:val="16"/>
                <w:lang w:bidi="pl-PL"/>
              </w:rPr>
              <w:t xml:space="preserve">     </w:t>
            </w:r>
            <w:proofErr w:type="spellStart"/>
            <w:r>
              <w:rPr>
                <w:sz w:val="16"/>
                <w:szCs w:val="16"/>
                <w:lang w:bidi="pl-PL"/>
              </w:rPr>
              <w:t>Elastic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kurs z </w:t>
            </w:r>
            <w:proofErr w:type="spellStart"/>
            <w:r>
              <w:rPr>
                <w:sz w:val="16"/>
                <w:szCs w:val="16"/>
                <w:lang w:bidi="pl-PL"/>
              </w:rPr>
              <w:t>Glitska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</w:t>
            </w:r>
            <w:proofErr w:type="spellStart"/>
            <w:r>
              <w:rPr>
                <w:sz w:val="16"/>
                <w:szCs w:val="16"/>
                <w:lang w:bidi="pl-PL"/>
              </w:rPr>
              <w:t>Daren</w:t>
            </w:r>
            <w:proofErr w:type="spellEnd"/>
          </w:p>
          <w:p w14:paraId="43A733B8" w14:textId="5BE15EDB" w:rsidR="001F27F4" w:rsidRPr="001F27F4" w:rsidRDefault="001F27F4" w:rsidP="001F27F4">
            <w:pPr>
              <w:rPr>
                <w:sz w:val="16"/>
                <w:szCs w:val="16"/>
                <w:lang w:bidi="pl-PL"/>
              </w:rPr>
            </w:pPr>
            <w:r w:rsidRPr="001F27F4">
              <w:rPr>
                <w:sz w:val="16"/>
                <w:szCs w:val="16"/>
                <w:lang w:bidi="pl-PL"/>
              </w:rPr>
              <w:t xml:space="preserve">•            Warsztaty </w:t>
            </w:r>
            <w:proofErr w:type="spellStart"/>
            <w:r w:rsidRPr="001F27F4">
              <w:rPr>
                <w:sz w:val="16"/>
                <w:szCs w:val="16"/>
                <w:lang w:bidi="pl-PL"/>
              </w:rPr>
              <w:t>tw</w:t>
            </w:r>
            <w:r>
              <w:rPr>
                <w:sz w:val="16"/>
                <w:szCs w:val="16"/>
                <w:lang w:bidi="pl-PL"/>
              </w:rPr>
              <w:t>erk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z </w:t>
            </w:r>
            <w:proofErr w:type="spellStart"/>
            <w:r>
              <w:rPr>
                <w:sz w:val="16"/>
                <w:szCs w:val="16"/>
                <w:lang w:bidi="pl-PL"/>
              </w:rPr>
              <w:t>Goorciam</w:t>
            </w:r>
            <w:proofErr w:type="spellEnd"/>
          </w:p>
          <w:p w14:paraId="0077F449" w14:textId="300694C2" w:rsidR="001F27F4" w:rsidRPr="001F27F4" w:rsidRDefault="001F27F4" w:rsidP="001F27F4">
            <w:pPr>
              <w:rPr>
                <w:sz w:val="16"/>
                <w:szCs w:val="16"/>
                <w:lang w:bidi="pl-PL"/>
              </w:rPr>
            </w:pPr>
            <w:r w:rsidRPr="001F27F4">
              <w:rPr>
                <w:sz w:val="16"/>
                <w:szCs w:val="16"/>
                <w:lang w:bidi="pl-PL"/>
              </w:rPr>
              <w:t xml:space="preserve">•            </w:t>
            </w:r>
            <w:r>
              <w:rPr>
                <w:sz w:val="16"/>
                <w:szCs w:val="16"/>
                <w:lang w:bidi="pl-PL"/>
              </w:rPr>
              <w:t xml:space="preserve">Warsztaty </w:t>
            </w:r>
            <w:proofErr w:type="spellStart"/>
            <w:r>
              <w:rPr>
                <w:sz w:val="16"/>
                <w:szCs w:val="16"/>
                <w:lang w:bidi="pl-PL"/>
              </w:rPr>
              <w:t>twerk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z </w:t>
            </w:r>
            <w:proofErr w:type="spellStart"/>
            <w:r>
              <w:rPr>
                <w:sz w:val="16"/>
                <w:szCs w:val="16"/>
                <w:lang w:bidi="pl-PL"/>
              </w:rPr>
              <w:t>Yanil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</w:t>
            </w:r>
            <w:proofErr w:type="spellStart"/>
            <w:r>
              <w:rPr>
                <w:sz w:val="16"/>
                <w:szCs w:val="16"/>
                <w:lang w:bidi="pl-PL"/>
              </w:rPr>
              <w:t>Altagracia</w:t>
            </w:r>
            <w:proofErr w:type="spellEnd"/>
          </w:p>
          <w:p w14:paraId="14E35137" w14:textId="45CCCB78" w:rsidR="001F27F4" w:rsidRDefault="001F27F4" w:rsidP="001F27F4">
            <w:pPr>
              <w:rPr>
                <w:sz w:val="16"/>
                <w:szCs w:val="16"/>
                <w:lang w:bidi="pl-PL"/>
              </w:rPr>
            </w:pPr>
            <w:r w:rsidRPr="001F27F4">
              <w:rPr>
                <w:sz w:val="16"/>
                <w:szCs w:val="16"/>
                <w:lang w:bidi="pl-PL"/>
              </w:rPr>
              <w:t xml:space="preserve">•            </w:t>
            </w:r>
            <w:r>
              <w:rPr>
                <w:sz w:val="16"/>
                <w:szCs w:val="16"/>
                <w:lang w:bidi="pl-PL"/>
              </w:rPr>
              <w:t xml:space="preserve">Warsztaty </w:t>
            </w:r>
            <w:proofErr w:type="spellStart"/>
            <w:r>
              <w:rPr>
                <w:sz w:val="16"/>
                <w:szCs w:val="16"/>
                <w:lang w:bidi="pl-PL"/>
              </w:rPr>
              <w:t>Twerk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z</w:t>
            </w:r>
            <w:r>
              <w:rPr>
                <w:sz w:val="16"/>
                <w:szCs w:val="16"/>
                <w:lang w:bidi="pl-PL"/>
              </w:rPr>
              <w:t xml:space="preserve"> Jackiem Gomezem</w:t>
            </w:r>
          </w:p>
          <w:p w14:paraId="0098D002" w14:textId="4F3925EB" w:rsidR="001F27F4" w:rsidRPr="001F27F4" w:rsidRDefault="001F27F4" w:rsidP="001F27F4">
            <w:pPr>
              <w:rPr>
                <w:sz w:val="16"/>
                <w:szCs w:val="16"/>
                <w:lang w:bidi="pl-PL"/>
              </w:rPr>
            </w:pPr>
            <w:r w:rsidRPr="001F27F4">
              <w:rPr>
                <w:sz w:val="16"/>
                <w:szCs w:val="16"/>
                <w:lang w:bidi="pl-PL"/>
              </w:rPr>
              <w:t xml:space="preserve">•            </w:t>
            </w:r>
            <w:r>
              <w:rPr>
                <w:sz w:val="16"/>
                <w:szCs w:val="16"/>
                <w:lang w:bidi="pl-PL"/>
              </w:rPr>
              <w:t xml:space="preserve">Warsztaty </w:t>
            </w:r>
            <w:proofErr w:type="spellStart"/>
            <w:r>
              <w:rPr>
                <w:sz w:val="16"/>
                <w:szCs w:val="16"/>
                <w:lang w:bidi="pl-PL"/>
              </w:rPr>
              <w:t>twerk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z </w:t>
            </w:r>
            <w:proofErr w:type="spellStart"/>
            <w:r>
              <w:rPr>
                <w:sz w:val="16"/>
                <w:szCs w:val="16"/>
                <w:lang w:bidi="pl-PL"/>
              </w:rPr>
              <w:t>Soupless</w:t>
            </w:r>
            <w:proofErr w:type="spellEnd"/>
          </w:p>
          <w:p w14:paraId="017089C3" w14:textId="240A8BB8" w:rsidR="001F27F4" w:rsidRDefault="001F27F4" w:rsidP="001F27F4">
            <w:pPr>
              <w:rPr>
                <w:sz w:val="16"/>
                <w:szCs w:val="16"/>
                <w:lang w:bidi="pl-PL"/>
              </w:rPr>
            </w:pPr>
            <w:r w:rsidRPr="001F27F4">
              <w:rPr>
                <w:sz w:val="16"/>
                <w:szCs w:val="16"/>
                <w:lang w:bidi="pl-PL"/>
              </w:rPr>
              <w:t xml:space="preserve">•            </w:t>
            </w:r>
            <w:r>
              <w:rPr>
                <w:sz w:val="16"/>
                <w:szCs w:val="16"/>
                <w:lang w:bidi="pl-PL"/>
              </w:rPr>
              <w:t xml:space="preserve">Warsztaty </w:t>
            </w:r>
            <w:proofErr w:type="spellStart"/>
            <w:r>
              <w:rPr>
                <w:sz w:val="16"/>
                <w:szCs w:val="16"/>
                <w:lang w:bidi="pl-PL"/>
              </w:rPr>
              <w:t>Twerk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z </w:t>
            </w:r>
            <w:r>
              <w:rPr>
                <w:sz w:val="16"/>
                <w:szCs w:val="16"/>
                <w:lang w:bidi="pl-PL"/>
              </w:rPr>
              <w:t>Klaudią Karwan</w:t>
            </w:r>
          </w:p>
          <w:p w14:paraId="37FF4DF7" w14:textId="3D6D7770" w:rsidR="001F27F4" w:rsidRPr="001F27F4" w:rsidRDefault="001F27F4" w:rsidP="001F27F4">
            <w:pPr>
              <w:rPr>
                <w:sz w:val="16"/>
                <w:szCs w:val="16"/>
                <w:lang w:bidi="pl-PL"/>
              </w:rPr>
            </w:pPr>
            <w:r w:rsidRPr="001F27F4">
              <w:rPr>
                <w:sz w:val="16"/>
                <w:szCs w:val="16"/>
                <w:lang w:bidi="pl-PL"/>
              </w:rPr>
              <w:t xml:space="preserve">•            </w:t>
            </w:r>
            <w:r>
              <w:rPr>
                <w:sz w:val="16"/>
                <w:szCs w:val="16"/>
                <w:lang w:bidi="pl-PL"/>
              </w:rPr>
              <w:t xml:space="preserve">Warsztaty </w:t>
            </w:r>
            <w:proofErr w:type="spellStart"/>
            <w:r>
              <w:rPr>
                <w:sz w:val="16"/>
                <w:szCs w:val="16"/>
                <w:lang w:bidi="pl-PL"/>
              </w:rPr>
              <w:t>twerk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z </w:t>
            </w:r>
            <w:r>
              <w:rPr>
                <w:sz w:val="16"/>
                <w:szCs w:val="16"/>
                <w:lang w:bidi="pl-PL"/>
              </w:rPr>
              <w:t xml:space="preserve">Klaudią </w:t>
            </w:r>
            <w:proofErr w:type="spellStart"/>
            <w:r>
              <w:rPr>
                <w:sz w:val="16"/>
                <w:szCs w:val="16"/>
                <w:lang w:bidi="pl-PL"/>
              </w:rPr>
              <w:t>Redheaded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</w:t>
            </w:r>
            <w:proofErr w:type="spellStart"/>
            <w:r>
              <w:rPr>
                <w:sz w:val="16"/>
                <w:szCs w:val="16"/>
                <w:lang w:bidi="pl-PL"/>
              </w:rPr>
              <w:t>Babe</w:t>
            </w:r>
            <w:proofErr w:type="spellEnd"/>
          </w:p>
          <w:p w14:paraId="0D5A896F" w14:textId="77777777" w:rsidR="001F27F4" w:rsidRDefault="001F27F4" w:rsidP="001F27F4">
            <w:pPr>
              <w:rPr>
                <w:sz w:val="16"/>
                <w:szCs w:val="16"/>
                <w:lang w:bidi="pl-PL"/>
              </w:rPr>
            </w:pPr>
            <w:r w:rsidRPr="001F27F4">
              <w:rPr>
                <w:sz w:val="16"/>
                <w:szCs w:val="16"/>
                <w:lang w:bidi="pl-PL"/>
              </w:rPr>
              <w:t xml:space="preserve">•            </w:t>
            </w:r>
            <w:r>
              <w:rPr>
                <w:sz w:val="16"/>
                <w:szCs w:val="16"/>
                <w:lang w:bidi="pl-PL"/>
              </w:rPr>
              <w:t xml:space="preserve">Warsztaty </w:t>
            </w:r>
            <w:proofErr w:type="spellStart"/>
            <w:r>
              <w:rPr>
                <w:sz w:val="16"/>
                <w:szCs w:val="16"/>
                <w:lang w:bidi="pl-PL"/>
              </w:rPr>
              <w:t>Twerk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z</w:t>
            </w:r>
            <w:r>
              <w:rPr>
                <w:sz w:val="16"/>
                <w:szCs w:val="16"/>
                <w:lang w:bidi="pl-PL"/>
              </w:rPr>
              <w:t xml:space="preserve"> </w:t>
            </w:r>
            <w:proofErr w:type="spellStart"/>
            <w:r>
              <w:rPr>
                <w:sz w:val="16"/>
                <w:szCs w:val="16"/>
                <w:lang w:bidi="pl-PL"/>
              </w:rPr>
              <w:t>Kristiną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</w:t>
            </w:r>
            <w:proofErr w:type="spellStart"/>
            <w:r>
              <w:rPr>
                <w:sz w:val="16"/>
                <w:szCs w:val="16"/>
                <w:lang w:bidi="pl-PL"/>
              </w:rPr>
              <w:t>Paliskate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</w:t>
            </w:r>
          </w:p>
          <w:p w14:paraId="133125DF" w14:textId="18D7B127" w:rsidR="001F27F4" w:rsidRPr="001F27F4" w:rsidRDefault="001F27F4" w:rsidP="001F27F4">
            <w:pPr>
              <w:rPr>
                <w:sz w:val="16"/>
                <w:szCs w:val="16"/>
                <w:lang w:bidi="pl-PL"/>
              </w:rPr>
            </w:pPr>
            <w:r w:rsidRPr="001F27F4">
              <w:rPr>
                <w:sz w:val="16"/>
                <w:szCs w:val="16"/>
                <w:lang w:bidi="pl-PL"/>
              </w:rPr>
              <w:t xml:space="preserve">•            </w:t>
            </w:r>
            <w:r>
              <w:rPr>
                <w:sz w:val="16"/>
                <w:szCs w:val="16"/>
                <w:lang w:bidi="pl-PL"/>
              </w:rPr>
              <w:t xml:space="preserve">Warsztaty </w:t>
            </w:r>
            <w:proofErr w:type="spellStart"/>
            <w:r>
              <w:rPr>
                <w:sz w:val="16"/>
                <w:szCs w:val="16"/>
                <w:lang w:bidi="pl-PL"/>
              </w:rPr>
              <w:t>twerk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z </w:t>
            </w:r>
            <w:r>
              <w:rPr>
                <w:sz w:val="16"/>
                <w:szCs w:val="16"/>
                <w:lang w:bidi="pl-PL"/>
              </w:rPr>
              <w:t xml:space="preserve">Sandrą </w:t>
            </w:r>
            <w:proofErr w:type="spellStart"/>
            <w:r>
              <w:rPr>
                <w:sz w:val="16"/>
                <w:szCs w:val="16"/>
                <w:lang w:bidi="pl-PL"/>
              </w:rPr>
              <w:t>Kroes</w:t>
            </w:r>
            <w:proofErr w:type="spellEnd"/>
          </w:p>
          <w:p w14:paraId="5F86AA3C" w14:textId="5EFA26C6" w:rsidR="001F27F4" w:rsidRDefault="001F27F4" w:rsidP="001F27F4">
            <w:pPr>
              <w:rPr>
                <w:sz w:val="16"/>
                <w:szCs w:val="16"/>
                <w:lang w:bidi="pl-PL"/>
              </w:rPr>
            </w:pPr>
            <w:r w:rsidRPr="001F27F4">
              <w:rPr>
                <w:sz w:val="16"/>
                <w:szCs w:val="16"/>
                <w:lang w:bidi="pl-PL"/>
              </w:rPr>
              <w:t xml:space="preserve">•            </w:t>
            </w:r>
            <w:r>
              <w:rPr>
                <w:sz w:val="16"/>
                <w:szCs w:val="16"/>
                <w:lang w:bidi="pl-PL"/>
              </w:rPr>
              <w:t xml:space="preserve">Warsztaty </w:t>
            </w:r>
            <w:proofErr w:type="spellStart"/>
            <w:r>
              <w:rPr>
                <w:sz w:val="16"/>
                <w:szCs w:val="16"/>
                <w:lang w:bidi="pl-PL"/>
              </w:rPr>
              <w:t>Twerk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z </w:t>
            </w:r>
            <w:r>
              <w:rPr>
                <w:sz w:val="16"/>
                <w:szCs w:val="16"/>
                <w:lang w:bidi="pl-PL"/>
              </w:rPr>
              <w:t xml:space="preserve">Gabrielą </w:t>
            </w:r>
            <w:proofErr w:type="spellStart"/>
            <w:r>
              <w:rPr>
                <w:sz w:val="16"/>
                <w:szCs w:val="16"/>
                <w:lang w:bidi="pl-PL"/>
              </w:rPr>
              <w:t>Lischka</w:t>
            </w:r>
            <w:proofErr w:type="spellEnd"/>
          </w:p>
          <w:p w14:paraId="44BBD298" w14:textId="41BB81B5" w:rsidR="001F27F4" w:rsidRPr="001F27F4" w:rsidRDefault="001F27F4" w:rsidP="001F27F4">
            <w:pPr>
              <w:rPr>
                <w:sz w:val="16"/>
                <w:szCs w:val="16"/>
                <w:lang w:bidi="pl-PL"/>
              </w:rPr>
            </w:pPr>
            <w:r w:rsidRPr="001F27F4">
              <w:rPr>
                <w:sz w:val="16"/>
                <w:szCs w:val="16"/>
                <w:lang w:bidi="pl-PL"/>
              </w:rPr>
              <w:t xml:space="preserve">•            </w:t>
            </w:r>
            <w:r>
              <w:rPr>
                <w:sz w:val="16"/>
                <w:szCs w:val="16"/>
                <w:lang w:bidi="pl-PL"/>
              </w:rPr>
              <w:t xml:space="preserve">Warsztaty </w:t>
            </w:r>
            <w:proofErr w:type="spellStart"/>
            <w:r>
              <w:rPr>
                <w:sz w:val="16"/>
                <w:szCs w:val="16"/>
                <w:lang w:bidi="pl-PL"/>
              </w:rPr>
              <w:t>twerk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z </w:t>
            </w:r>
            <w:r>
              <w:rPr>
                <w:sz w:val="16"/>
                <w:szCs w:val="16"/>
                <w:lang w:bidi="pl-PL"/>
              </w:rPr>
              <w:t>Klaudia Lolą Martyniuk</w:t>
            </w:r>
          </w:p>
          <w:p w14:paraId="6C9B7E39" w14:textId="0B397430" w:rsidR="00E60F30" w:rsidRPr="001F27F4" w:rsidRDefault="001F27F4" w:rsidP="00722702">
            <w:pPr>
              <w:rPr>
                <w:sz w:val="16"/>
                <w:szCs w:val="16"/>
                <w:lang w:bidi="pl-PL"/>
              </w:rPr>
            </w:pPr>
            <w:r w:rsidRPr="001F27F4">
              <w:rPr>
                <w:sz w:val="16"/>
                <w:szCs w:val="16"/>
                <w:lang w:bidi="pl-PL"/>
              </w:rPr>
              <w:t xml:space="preserve">•            </w:t>
            </w:r>
            <w:r>
              <w:rPr>
                <w:sz w:val="16"/>
                <w:szCs w:val="16"/>
                <w:lang w:bidi="pl-PL"/>
              </w:rPr>
              <w:t xml:space="preserve">Warsztaty </w:t>
            </w:r>
            <w:proofErr w:type="spellStart"/>
            <w:r>
              <w:rPr>
                <w:sz w:val="16"/>
                <w:szCs w:val="16"/>
                <w:lang w:bidi="pl-PL"/>
              </w:rPr>
              <w:t>Twerk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z </w:t>
            </w:r>
            <w:proofErr w:type="spellStart"/>
            <w:r>
              <w:rPr>
                <w:sz w:val="16"/>
                <w:szCs w:val="16"/>
                <w:lang w:bidi="pl-PL"/>
              </w:rPr>
              <w:t>Nadage</w:t>
            </w:r>
            <w:proofErr w:type="spellEnd"/>
            <w:r>
              <w:rPr>
                <w:sz w:val="16"/>
                <w:szCs w:val="16"/>
                <w:lang w:bidi="pl-PL"/>
              </w:rPr>
              <w:t xml:space="preserve"> </w:t>
            </w:r>
            <w:proofErr w:type="spellStart"/>
            <w:r>
              <w:rPr>
                <w:sz w:val="16"/>
                <w:szCs w:val="16"/>
                <w:lang w:bidi="pl-PL"/>
              </w:rPr>
              <w:t>Okou</w:t>
            </w:r>
            <w:proofErr w:type="spellEnd"/>
          </w:p>
          <w:p w14:paraId="67283B5A" w14:textId="77777777" w:rsidR="00602774" w:rsidRPr="001F27F4" w:rsidRDefault="00602774" w:rsidP="00602774">
            <w:pPr>
              <w:pStyle w:val="Akapitzlist"/>
              <w:rPr>
                <w:sz w:val="16"/>
                <w:szCs w:val="16"/>
                <w:lang w:bidi="pl-PL"/>
              </w:rPr>
            </w:pPr>
          </w:p>
          <w:p w14:paraId="107FBDDC" w14:textId="77777777" w:rsidR="00265D7B" w:rsidRPr="002B4315" w:rsidRDefault="00265D7B" w:rsidP="00265D7B">
            <w:pPr>
              <w:rPr>
                <w:b/>
                <w:bCs/>
                <w:sz w:val="16"/>
                <w:szCs w:val="16"/>
              </w:rPr>
            </w:pPr>
            <w:r w:rsidRPr="002B4315">
              <w:rPr>
                <w:b/>
                <w:bCs/>
                <w:sz w:val="16"/>
                <w:szCs w:val="16"/>
              </w:rPr>
              <w:t>Osiągnięcia grup turniejowych</w:t>
            </w:r>
          </w:p>
          <w:p w14:paraId="0FA362CA" w14:textId="77777777" w:rsidR="00265D7B" w:rsidRPr="002B4315" w:rsidRDefault="00265D7B" w:rsidP="00265D7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II miejsce Grand Prix Polski Dance Września</w:t>
            </w:r>
          </w:p>
          <w:p w14:paraId="0A1185E6" w14:textId="77777777" w:rsidR="00265D7B" w:rsidRPr="002B4315" w:rsidRDefault="00265D7B" w:rsidP="00265D7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ab/>
            </w:r>
            <w:r w:rsidRPr="002B4315">
              <w:rPr>
                <w:sz w:val="16"/>
                <w:szCs w:val="16"/>
              </w:rPr>
              <w:tab/>
              <w:t>kategoria: taniec nowoczesny formacje od 15 roku życia</w:t>
            </w:r>
          </w:p>
          <w:p w14:paraId="5D4A89F7" w14:textId="77777777" w:rsidR="00265D7B" w:rsidRPr="002B4315" w:rsidRDefault="00265D7B" w:rsidP="00265D7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 xml:space="preserve">II miejsce - Ogólnopolski Turniej Tańca w Kościanie </w:t>
            </w:r>
          </w:p>
          <w:p w14:paraId="0F9BB887" w14:textId="77777777" w:rsidR="00265D7B" w:rsidRPr="002B4315" w:rsidRDefault="00265D7B" w:rsidP="00265D7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ab/>
            </w:r>
            <w:r w:rsidRPr="002B4315">
              <w:rPr>
                <w:sz w:val="16"/>
                <w:szCs w:val="16"/>
              </w:rPr>
              <w:tab/>
              <w:t>kategoria do 9 roku życia</w:t>
            </w:r>
          </w:p>
          <w:p w14:paraId="6402C6D1" w14:textId="77777777" w:rsidR="00265D7B" w:rsidRPr="002B4315" w:rsidRDefault="00265D7B" w:rsidP="00265D7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>III miejsc – Taniec z Duszą</w:t>
            </w:r>
          </w:p>
          <w:p w14:paraId="0ED800AB" w14:textId="65AEB07D" w:rsidR="00265D7B" w:rsidRPr="002B4315" w:rsidRDefault="00265D7B" w:rsidP="00265D7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ab/>
            </w:r>
            <w:r w:rsidRPr="002B4315">
              <w:rPr>
                <w:sz w:val="16"/>
                <w:szCs w:val="16"/>
              </w:rPr>
              <w:tab/>
              <w:t>Kategoria do 9 roku życia</w:t>
            </w:r>
          </w:p>
          <w:p w14:paraId="79B59EB9" w14:textId="4A6352AB" w:rsidR="00602774" w:rsidRPr="002B4315" w:rsidRDefault="00602774" w:rsidP="00265D7B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 xml:space="preserve">II miejsce -Ogólnopolski turniej tańca KKT o puchar prezydenta miasta Kołobrzeg </w:t>
            </w:r>
          </w:p>
          <w:p w14:paraId="74BC7255" w14:textId="35F738F0" w:rsidR="00134DE6" w:rsidRPr="002B4315" w:rsidRDefault="00602774" w:rsidP="00134DE6">
            <w:pPr>
              <w:rPr>
                <w:sz w:val="16"/>
                <w:szCs w:val="16"/>
              </w:rPr>
            </w:pPr>
            <w:r w:rsidRPr="002B4315">
              <w:rPr>
                <w:sz w:val="16"/>
                <w:szCs w:val="16"/>
              </w:rPr>
              <w:t xml:space="preserve">                               Kategoria duety hip hop od 16 roku życi</w:t>
            </w:r>
            <w:r w:rsidR="002B4315">
              <w:rPr>
                <w:sz w:val="16"/>
                <w:szCs w:val="16"/>
              </w:rPr>
              <w:t>a.</w:t>
            </w:r>
          </w:p>
          <w:p w14:paraId="7C7B0B35" w14:textId="77777777" w:rsidR="00134DE6" w:rsidRPr="002B4315" w:rsidRDefault="00134DE6" w:rsidP="00134DE6">
            <w:pPr>
              <w:rPr>
                <w:color w:val="FFFFFF" w:themeColor="background1"/>
                <w:sz w:val="16"/>
                <w:szCs w:val="16"/>
              </w:rPr>
            </w:pPr>
            <w:r w:rsidRPr="002B4315">
              <w:rPr>
                <w:color w:val="FFFFFF" w:themeColor="background1"/>
                <w:sz w:val="16"/>
                <w:szCs w:val="16"/>
              </w:rPr>
              <w:t xml:space="preserve"> ABSOLUT GIRL</w:t>
            </w:r>
          </w:p>
          <w:p w14:paraId="1769E0E0" w14:textId="77777777" w:rsidR="00134DE6" w:rsidRPr="002B4315" w:rsidRDefault="00134DE6" w:rsidP="00134DE6">
            <w:pPr>
              <w:rPr>
                <w:color w:val="FFFFFF" w:themeColor="background1"/>
                <w:sz w:val="16"/>
                <w:szCs w:val="16"/>
              </w:rPr>
            </w:pPr>
            <w:r w:rsidRPr="002B4315">
              <w:rPr>
                <w:color w:val="FFFFFF" w:themeColor="background1"/>
                <w:sz w:val="16"/>
                <w:szCs w:val="16"/>
              </w:rPr>
              <w:t>2019 do teraz</w:t>
            </w:r>
          </w:p>
          <w:p w14:paraId="7BAC2B7E" w14:textId="53E4A526" w:rsidR="00BD0C0B" w:rsidRPr="002B4315" w:rsidRDefault="00134DE6" w:rsidP="00134DE6">
            <w:pPr>
              <w:rPr>
                <w:color w:val="FFFFFF" w:themeColor="background1"/>
                <w:sz w:val="16"/>
                <w:szCs w:val="16"/>
              </w:rPr>
            </w:pPr>
            <w:r w:rsidRPr="002B4315">
              <w:rPr>
                <w:color w:val="FFFFFF" w:themeColor="background1"/>
                <w:sz w:val="16"/>
                <w:szCs w:val="16"/>
              </w:rPr>
              <w:t>Tancerka podestowa na imprezach firmy Absolut</w:t>
            </w:r>
          </w:p>
        </w:tc>
      </w:tr>
    </w:tbl>
    <w:p w14:paraId="7DD474A6" w14:textId="77777777" w:rsidR="00000000" w:rsidRDefault="00000000" w:rsidP="000C45FF">
      <w:pPr>
        <w:tabs>
          <w:tab w:val="left" w:pos="990"/>
        </w:tabs>
      </w:pPr>
    </w:p>
    <w:sectPr w:rsidR="0043117B" w:rsidSect="00AE7882">
      <w:headerReference w:type="default" r:id="rId11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648BE" w14:textId="77777777" w:rsidR="007B3DF4" w:rsidRDefault="007B3DF4" w:rsidP="000C45FF">
      <w:r>
        <w:separator/>
      </w:r>
    </w:p>
  </w:endnote>
  <w:endnote w:type="continuationSeparator" w:id="0">
    <w:p w14:paraId="57BAC99A" w14:textId="77777777" w:rsidR="007B3DF4" w:rsidRDefault="007B3DF4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A007F" w14:textId="77777777" w:rsidR="007B3DF4" w:rsidRDefault="007B3DF4" w:rsidP="000C45FF">
      <w:r>
        <w:separator/>
      </w:r>
    </w:p>
  </w:footnote>
  <w:footnote w:type="continuationSeparator" w:id="0">
    <w:p w14:paraId="30316B30" w14:textId="77777777" w:rsidR="007B3DF4" w:rsidRDefault="007B3DF4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14985" w14:textId="77777777" w:rsidR="000C45FF" w:rsidRDefault="000C45FF">
    <w:pPr>
      <w:pStyle w:val="Nagwek"/>
    </w:pPr>
    <w:r>
      <w:rPr>
        <w:noProof/>
        <w:lang w:bidi="pl-PL"/>
      </w:rPr>
      <w:drawing>
        <wp:anchor distT="0" distB="0" distL="114300" distR="114300" simplePos="0" relativeHeight="251658240" behindDoc="1" locked="0" layoutInCell="1" allowOverlap="1" wp14:anchorId="3AD5210F" wp14:editId="1D620CDA">
          <wp:simplePos x="0" y="0"/>
          <wp:positionH relativeFrom="page">
            <wp:posOffset>276225</wp:posOffset>
          </wp:positionH>
          <wp:positionV relativeFrom="page">
            <wp:posOffset>447675</wp:posOffset>
          </wp:positionV>
          <wp:extent cx="7136130" cy="9991725"/>
          <wp:effectExtent l="0" t="0" r="7620" b="9525"/>
          <wp:wrapNone/>
          <wp:docPr id="3" name="Grafika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36509" cy="9992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D06F5"/>
    <w:multiLevelType w:val="hybridMultilevel"/>
    <w:tmpl w:val="209415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A2F62"/>
    <w:multiLevelType w:val="hybridMultilevel"/>
    <w:tmpl w:val="F348A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1E61BB"/>
    <w:multiLevelType w:val="hybridMultilevel"/>
    <w:tmpl w:val="3EE64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1302D1"/>
    <w:multiLevelType w:val="hybridMultilevel"/>
    <w:tmpl w:val="6978B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3352920">
    <w:abstractNumId w:val="2"/>
  </w:num>
  <w:num w:numId="2" w16cid:durableId="828908402">
    <w:abstractNumId w:val="1"/>
  </w:num>
  <w:num w:numId="3" w16cid:durableId="375398232">
    <w:abstractNumId w:val="0"/>
  </w:num>
  <w:num w:numId="4" w16cid:durableId="15844154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FAA"/>
    <w:rsid w:val="00036450"/>
    <w:rsid w:val="00094499"/>
    <w:rsid w:val="000C45FF"/>
    <w:rsid w:val="000E3FD1"/>
    <w:rsid w:val="00112054"/>
    <w:rsid w:val="00134DE6"/>
    <w:rsid w:val="001525E1"/>
    <w:rsid w:val="00180329"/>
    <w:rsid w:val="0019001F"/>
    <w:rsid w:val="001A74A5"/>
    <w:rsid w:val="001B2ABD"/>
    <w:rsid w:val="001E0391"/>
    <w:rsid w:val="001E1759"/>
    <w:rsid w:val="001F1ECC"/>
    <w:rsid w:val="001F27F4"/>
    <w:rsid w:val="002400EB"/>
    <w:rsid w:val="00256CF7"/>
    <w:rsid w:val="00265D7B"/>
    <w:rsid w:val="00281FD5"/>
    <w:rsid w:val="002B4315"/>
    <w:rsid w:val="002B4B9A"/>
    <w:rsid w:val="0030481B"/>
    <w:rsid w:val="003156FC"/>
    <w:rsid w:val="003254B5"/>
    <w:rsid w:val="0037121F"/>
    <w:rsid w:val="00396DF1"/>
    <w:rsid w:val="003A6B7D"/>
    <w:rsid w:val="003B06CA"/>
    <w:rsid w:val="004071FC"/>
    <w:rsid w:val="00445947"/>
    <w:rsid w:val="004813B3"/>
    <w:rsid w:val="00496591"/>
    <w:rsid w:val="004C63E4"/>
    <w:rsid w:val="004D3011"/>
    <w:rsid w:val="005262AC"/>
    <w:rsid w:val="00575FAA"/>
    <w:rsid w:val="005C280F"/>
    <w:rsid w:val="005E39D5"/>
    <w:rsid w:val="00600670"/>
    <w:rsid w:val="00602774"/>
    <w:rsid w:val="006114F7"/>
    <w:rsid w:val="0062123A"/>
    <w:rsid w:val="00646E75"/>
    <w:rsid w:val="006771D0"/>
    <w:rsid w:val="006B0991"/>
    <w:rsid w:val="00715FCB"/>
    <w:rsid w:val="00722702"/>
    <w:rsid w:val="00743101"/>
    <w:rsid w:val="00757FDD"/>
    <w:rsid w:val="007775E1"/>
    <w:rsid w:val="007867A0"/>
    <w:rsid w:val="007927F5"/>
    <w:rsid w:val="007B3DF4"/>
    <w:rsid w:val="00802CA0"/>
    <w:rsid w:val="008359FE"/>
    <w:rsid w:val="00881534"/>
    <w:rsid w:val="0088639D"/>
    <w:rsid w:val="008D201F"/>
    <w:rsid w:val="0091187F"/>
    <w:rsid w:val="009260CD"/>
    <w:rsid w:val="00952C25"/>
    <w:rsid w:val="00A10DF9"/>
    <w:rsid w:val="00A2118D"/>
    <w:rsid w:val="00A50B33"/>
    <w:rsid w:val="00AD76E2"/>
    <w:rsid w:val="00AE7882"/>
    <w:rsid w:val="00B01C03"/>
    <w:rsid w:val="00B17725"/>
    <w:rsid w:val="00B20152"/>
    <w:rsid w:val="00B359E4"/>
    <w:rsid w:val="00B57D98"/>
    <w:rsid w:val="00B70850"/>
    <w:rsid w:val="00BD0C0B"/>
    <w:rsid w:val="00C066B6"/>
    <w:rsid w:val="00C37BA1"/>
    <w:rsid w:val="00C4674C"/>
    <w:rsid w:val="00C506CF"/>
    <w:rsid w:val="00C72BED"/>
    <w:rsid w:val="00C9578B"/>
    <w:rsid w:val="00CB0055"/>
    <w:rsid w:val="00CB5BD9"/>
    <w:rsid w:val="00D2522B"/>
    <w:rsid w:val="00D422DE"/>
    <w:rsid w:val="00D5459D"/>
    <w:rsid w:val="00DA1F4D"/>
    <w:rsid w:val="00DD172A"/>
    <w:rsid w:val="00E25A26"/>
    <w:rsid w:val="00E4381A"/>
    <w:rsid w:val="00E55D74"/>
    <w:rsid w:val="00E60F30"/>
    <w:rsid w:val="00F534EA"/>
    <w:rsid w:val="00F60274"/>
    <w:rsid w:val="00F77FB9"/>
    <w:rsid w:val="00FB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DA90C1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/>
    <w:lsdException w:name="Hashtag" w:semiHidden="1"/>
    <w:lsdException w:name="Smart Link" w:semiHidden="1" w:unhideWhenUsed="1"/>
  </w:latentStyles>
  <w:style w:type="paragraph" w:default="1" w:styleId="Normalny">
    <w:name w:val="Normal"/>
    <w:qFormat/>
    <w:rsid w:val="00265D7B"/>
    <w:rPr>
      <w:sz w:val="18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76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D3011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D5459D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color w:val="548AB7" w:themeColor="accent1" w:themeShade="BF"/>
      <w:sz w:val="22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B359E4"/>
    <w:pPr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D3011"/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1B2ABD"/>
    <w:rPr>
      <w:caps/>
      <w:color w:val="000000" w:themeColor="text1"/>
      <w:sz w:val="9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1B2ABD"/>
    <w:rPr>
      <w:caps/>
      <w:color w:val="000000" w:themeColor="text1"/>
      <w:sz w:val="96"/>
      <w:szCs w:val="76"/>
    </w:rPr>
  </w:style>
  <w:style w:type="character" w:styleId="Uwydatnienie">
    <w:name w:val="Emphasis"/>
    <w:basedOn w:val="Domylnaczcionkaakapitu"/>
    <w:uiPriority w:val="11"/>
    <w:semiHidden/>
    <w:qFormat/>
    <w:rsid w:val="00E25A26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AD76E2"/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Data">
    <w:name w:val="Date"/>
    <w:basedOn w:val="Normalny"/>
    <w:next w:val="Normalny"/>
    <w:link w:val="DataZnak"/>
    <w:uiPriority w:val="99"/>
    <w:rsid w:val="00036450"/>
  </w:style>
  <w:style w:type="character" w:customStyle="1" w:styleId="DataZnak">
    <w:name w:val="Data Znak"/>
    <w:basedOn w:val="Domylnaczcionkaakapitu"/>
    <w:link w:val="Data"/>
    <w:uiPriority w:val="99"/>
    <w:rsid w:val="00036450"/>
    <w:rPr>
      <w:sz w:val="18"/>
      <w:szCs w:val="22"/>
    </w:rPr>
  </w:style>
  <w:style w:type="character" w:styleId="Hipercze">
    <w:name w:val="Hyperlink"/>
    <w:basedOn w:val="Domylnaczcionkaakapitu"/>
    <w:uiPriority w:val="99"/>
    <w:unhideWhenUsed/>
    <w:rsid w:val="00281FD5"/>
    <w:rPr>
      <w:color w:val="B85A22" w:themeColor="accent2" w:themeShade="BF"/>
      <w:u w:val="single"/>
    </w:rPr>
  </w:style>
  <w:style w:type="character" w:styleId="Nierozpoznanawzmianka">
    <w:name w:val="Unresolved Mention"/>
    <w:basedOn w:val="Domylnaczcionkaakapitu"/>
    <w:uiPriority w:val="99"/>
    <w:semiHidden/>
    <w:rsid w:val="004813B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C45FF"/>
    <w:rPr>
      <w:sz w:val="22"/>
      <w:szCs w:val="22"/>
    </w:rPr>
  </w:style>
  <w:style w:type="paragraph" w:styleId="Stopka">
    <w:name w:val="footer"/>
    <w:basedOn w:val="Normalny"/>
    <w:link w:val="StopkaZnak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C45FF"/>
    <w:rPr>
      <w:sz w:val="22"/>
      <w:szCs w:val="22"/>
    </w:rPr>
  </w:style>
  <w:style w:type="table" w:styleId="Tabela-Siatka">
    <w:name w:val="Table Grid"/>
    <w:basedOn w:val="Standardowy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B2ABD"/>
    <w:rPr>
      <w:color w:val="80808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PodtytuZnak">
    <w:name w:val="Podtytuł Znak"/>
    <w:basedOn w:val="Domylnaczcionkaakapitu"/>
    <w:link w:val="Podtytu"/>
    <w:uiPriority w:val="11"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Nagwek3Znak">
    <w:name w:val="Nagłówek 3 Znak"/>
    <w:basedOn w:val="Domylnaczcionkaakapitu"/>
    <w:link w:val="Nagwek3"/>
    <w:uiPriority w:val="9"/>
    <w:rsid w:val="00D5459D"/>
    <w:rPr>
      <w:rFonts w:asciiTheme="majorHAnsi" w:eastAsiaTheme="majorEastAsia" w:hAnsiTheme="majorHAnsi" w:cstheme="majorBidi"/>
      <w:b/>
      <w:caps/>
      <w:color w:val="548AB7" w:themeColor="accent1" w:themeShade="BF"/>
      <w:sz w:val="22"/>
    </w:rPr>
  </w:style>
  <w:style w:type="character" w:customStyle="1" w:styleId="Nagwek4Znak">
    <w:name w:val="Nagłówek 4 Znak"/>
    <w:basedOn w:val="Domylnaczcionkaakapitu"/>
    <w:link w:val="Nagwek4"/>
    <w:uiPriority w:val="9"/>
    <w:rsid w:val="00B359E4"/>
    <w:rPr>
      <w:b/>
      <w:sz w:val="18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5F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5F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5F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5F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5FAA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semiHidden/>
    <w:qFormat/>
    <w:rsid w:val="007227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ide\AppData\Local\Microsoft\Office\16.0\DTS\pl-PL%7b75ACA6EB-91D2-4DB8-AA93-1CB0CC611323%7d\%7b4283FF85-4565-4AFE-8A2D-FE45746DC624%7dtf00546271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7E4014157974FF8978B1AFD44A40D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6AFC1D-B783-471D-A597-301E2303D543}"/>
      </w:docPartPr>
      <w:docPartBody>
        <w:p w:rsidR="007A6FEF" w:rsidRDefault="009869F0" w:rsidP="009869F0">
          <w:pPr>
            <w:pStyle w:val="D7E4014157974FF8978B1AFD44A40DA3"/>
          </w:pPr>
          <w:r w:rsidRPr="00CB0055">
            <w:rPr>
              <w:lang w:bidi="pl-PL"/>
            </w:rPr>
            <w:t>Kontakt</w:t>
          </w:r>
        </w:p>
      </w:docPartBody>
    </w:docPart>
    <w:docPart>
      <w:docPartPr>
        <w:name w:val="E3468B0BB4334AAEBCDA4788F3146E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E2CBCF-A2D0-4193-9F83-910352CBB9A9}"/>
      </w:docPartPr>
      <w:docPartBody>
        <w:p w:rsidR="007A6FEF" w:rsidRDefault="009869F0" w:rsidP="009869F0">
          <w:pPr>
            <w:pStyle w:val="E3468B0BB4334AAEBCDA4788F3146E56"/>
          </w:pPr>
          <w:r w:rsidRPr="004D3011">
            <w:rPr>
              <w:lang w:bidi="pl-PL"/>
            </w:rPr>
            <w:t>TELEFON:</w:t>
          </w:r>
        </w:p>
      </w:docPartBody>
    </w:docPart>
    <w:docPart>
      <w:docPartPr>
        <w:name w:val="5B8DC275307549AA889481B05B5180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42309B-720B-4DBF-9527-5A509C0B01CF}"/>
      </w:docPartPr>
      <w:docPartBody>
        <w:p w:rsidR="007A6FEF" w:rsidRDefault="009869F0" w:rsidP="009869F0">
          <w:pPr>
            <w:pStyle w:val="5B8DC275307549AA889481B05B518040"/>
          </w:pPr>
          <w:r w:rsidRPr="004D3011">
            <w:rPr>
              <w:lang w:bidi="pl-PL"/>
            </w:rPr>
            <w:t>ADRES E-MAIL:</w:t>
          </w:r>
        </w:p>
      </w:docPartBody>
    </w:docPart>
    <w:docPart>
      <w:docPartPr>
        <w:name w:val="3F30662E0FD94606B4759966A8985C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968F0A-93EB-443E-8CCA-A69B0CFDBA41}"/>
      </w:docPartPr>
      <w:docPartBody>
        <w:p w:rsidR="007A6FEF" w:rsidRDefault="009869F0" w:rsidP="009869F0">
          <w:pPr>
            <w:pStyle w:val="3F30662E0FD94606B4759966A8985CFD"/>
          </w:pPr>
          <w:r w:rsidRPr="00CB0055">
            <w:rPr>
              <w:lang w:bidi="pl-PL"/>
            </w:rPr>
            <w:t>Hobby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9F0"/>
    <w:rsid w:val="000C34B4"/>
    <w:rsid w:val="0026344E"/>
    <w:rsid w:val="00276A94"/>
    <w:rsid w:val="005216A6"/>
    <w:rsid w:val="007A6FEF"/>
    <w:rsid w:val="009869F0"/>
    <w:rsid w:val="009E403E"/>
    <w:rsid w:val="00A36AF6"/>
    <w:rsid w:val="00CB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pBdr>
        <w:bottom w:val="single" w:sz="8" w:space="1" w:color="4472C4" w:themeColor="accent1"/>
      </w:pBdr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caps/>
      <w:szCs w:val="26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Pr>
      <w:color w:val="C45911" w:themeColor="accent2" w:themeShade="B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b/>
      <w:bCs/>
      <w:caps/>
      <w:szCs w:val="26"/>
      <w:lang w:eastAsia="ja-JP"/>
    </w:rPr>
  </w:style>
  <w:style w:type="paragraph" w:customStyle="1" w:styleId="D7E4014157974FF8978B1AFD44A40DA3">
    <w:name w:val="D7E4014157974FF8978B1AFD44A40DA3"/>
    <w:rsid w:val="009869F0"/>
  </w:style>
  <w:style w:type="paragraph" w:customStyle="1" w:styleId="E3468B0BB4334AAEBCDA4788F3146E56">
    <w:name w:val="E3468B0BB4334AAEBCDA4788F3146E56"/>
    <w:rsid w:val="009869F0"/>
  </w:style>
  <w:style w:type="paragraph" w:customStyle="1" w:styleId="5B8DC275307549AA889481B05B518040">
    <w:name w:val="5B8DC275307549AA889481B05B518040"/>
    <w:rsid w:val="009869F0"/>
  </w:style>
  <w:style w:type="paragraph" w:customStyle="1" w:styleId="3F30662E0FD94606B4759966A8985CFD">
    <w:name w:val="3F30662E0FD94606B4759966A8985CFD"/>
    <w:rsid w:val="009869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506A0D-4821-47C2-BD9B-CACF27C6B1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14EC26-251D-443A-AF4F-B15D0F3B0F8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8143E149-BD72-41A7-8F13-AF59DE30D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{4283FF85-4565-4AFE-8A2D-FE45746DC624}tf00546271_win32</Template>
  <TotalTime>0</TotalTime>
  <Pages>3</Pages>
  <Words>873</Words>
  <Characters>5506</Characters>
  <Application>Microsoft Office Word</Application>
  <DocSecurity>0</DocSecurity>
  <Lines>239</Lines>
  <Paragraphs>227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2021-01-11T15:38:00Z</dcterms:created>
  <dcterms:modified xsi:type="dcterms:W3CDTF">2023-08-29T20:53:00Z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19eacc89aef81cdfb74ba8a01b36d3b882d50d6b104309f7c559182afdadac6b</vt:lpwstr>
  </property>
</Properties>
</file>